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A4AE6" w14:textId="7732C092" w:rsidR="003729F6" w:rsidRDefault="00A06CCA" w:rsidP="00A06CCA">
      <w:pPr>
        <w:pStyle w:val="Titre"/>
        <w:spacing w:line="700" w:lineRule="exact"/>
        <w:rPr>
          <w:rFonts w:ascii="Aharoni" w:hAnsi="Aharoni" w:cs="Aharoni"/>
          <w:lang w:val="fr-FR" w:bidi="fr-FR"/>
        </w:rPr>
      </w:pPr>
      <w:r w:rsidRPr="00A06CCA">
        <w:rPr>
          <w:rFonts w:ascii="Aharoni" w:hAnsi="Aharoni" w:cs="Aharoni" w:hint="cs"/>
          <w:lang w:val="fr-FR" w:bidi="fr-FR"/>
        </w:rPr>
        <w:t>Pour ne rien oublier</w:t>
      </w:r>
    </w:p>
    <w:p w14:paraId="3A419058" w14:textId="77777777" w:rsidR="00D11B68" w:rsidRDefault="00D11B68" w:rsidP="00417FC6">
      <w:pPr>
        <w:pStyle w:val="Titre1"/>
        <w:rPr>
          <w:lang w:val="fr-FR"/>
        </w:rPr>
      </w:pPr>
    </w:p>
    <w:p w14:paraId="6920A8FF" w14:textId="77777777" w:rsidR="00A06CCA" w:rsidRPr="00A06CCA" w:rsidRDefault="00A06CCA" w:rsidP="00A06CCA">
      <w:pPr>
        <w:rPr>
          <w:lang w:val="fr-FR"/>
        </w:rPr>
        <w:sectPr w:rsidR="00A06CCA" w:rsidRPr="00A06CCA" w:rsidSect="00C05092">
          <w:pgSz w:w="11906" w:h="16838" w:code="9"/>
          <w:pgMar w:top="907" w:right="720" w:bottom="720" w:left="2880" w:header="454" w:footer="454" w:gutter="0"/>
          <w:cols w:space="708"/>
          <w:titlePg/>
          <w:docGrid w:linePitch="360"/>
        </w:sectPr>
      </w:pPr>
    </w:p>
    <w:p w14:paraId="250034A7" w14:textId="356B642E" w:rsidR="002060FE" w:rsidRDefault="00A06CCA" w:rsidP="00417FC6">
      <w:pPr>
        <w:pStyle w:val="Titre1"/>
        <w:rPr>
          <w:lang w:val="fr-FR" w:bidi="fr-FR"/>
        </w:rPr>
      </w:pPr>
      <w:r>
        <w:rPr>
          <w:lang w:val="fr-FR" w:bidi="fr-FR"/>
        </w:rPr>
        <w:t>Vélos  remorque et Bagages</w:t>
      </w:r>
    </w:p>
    <w:p w14:paraId="31B68A4A" w14:textId="77777777" w:rsidR="00A06CCA" w:rsidRPr="00A06CCA" w:rsidRDefault="00A06CCA" w:rsidP="00A06CCA">
      <w:pPr>
        <w:rPr>
          <w:lang w:val="fr-FR" w:bidi="fr-FR"/>
        </w:rPr>
      </w:pPr>
    </w:p>
    <w:p w14:paraId="13F0A15E" w14:textId="05528E02" w:rsidR="002060FE" w:rsidRDefault="00000000" w:rsidP="00684A2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922479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3620A2">
        <w:rPr>
          <w:lang w:val="fr-FR" w:bidi="fr-FR"/>
        </w:rPr>
        <w:t>Vélo Mimi</w:t>
      </w:r>
    </w:p>
    <w:p w14:paraId="2BC4733E" w14:textId="4ECB7B6D" w:rsidR="00C667F5" w:rsidRDefault="00000000" w:rsidP="00C667F5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945297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20A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C667F5" w:rsidRPr="00C05092">
        <w:rPr>
          <w:lang w:val="fr-FR" w:bidi="fr-FR"/>
        </w:rPr>
        <w:tab/>
      </w:r>
      <w:r w:rsidR="003620A2">
        <w:rPr>
          <w:lang w:val="fr-FR" w:bidi="fr-FR"/>
        </w:rPr>
        <w:t>Vélo Roland</w:t>
      </w:r>
    </w:p>
    <w:p w14:paraId="6F965F8F" w14:textId="36E47E9D" w:rsidR="00856B58" w:rsidRDefault="00000000" w:rsidP="00C667F5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271656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Gourdes</w:t>
      </w:r>
    </w:p>
    <w:p w14:paraId="46594A18" w14:textId="417CF2A0" w:rsidR="00675052" w:rsidRDefault="00000000" w:rsidP="0067505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064441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7505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675052" w:rsidRPr="00C05092">
        <w:rPr>
          <w:lang w:val="fr-FR" w:bidi="fr-FR"/>
        </w:rPr>
        <w:tab/>
      </w:r>
      <w:r w:rsidR="00675052">
        <w:rPr>
          <w:lang w:val="fr-FR" w:bidi="fr-FR"/>
        </w:rPr>
        <w:t>Bâche vélo Mimi</w:t>
      </w:r>
    </w:p>
    <w:p w14:paraId="023FE480" w14:textId="1B77A579" w:rsidR="00675052" w:rsidRDefault="00000000" w:rsidP="00C667F5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092048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7505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675052" w:rsidRPr="00C05092">
        <w:rPr>
          <w:lang w:val="fr-FR" w:bidi="fr-FR"/>
        </w:rPr>
        <w:tab/>
      </w:r>
      <w:r w:rsidR="00675052">
        <w:rPr>
          <w:lang w:val="fr-FR" w:bidi="fr-FR"/>
        </w:rPr>
        <w:t>Bâche vélo Roland</w:t>
      </w:r>
    </w:p>
    <w:p w14:paraId="7138CE56" w14:textId="5F606A04" w:rsidR="003620A2" w:rsidRDefault="00000000" w:rsidP="003620A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600561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20A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3620A2" w:rsidRPr="00C05092">
        <w:rPr>
          <w:lang w:val="fr-FR" w:bidi="fr-FR"/>
        </w:rPr>
        <w:tab/>
      </w:r>
      <w:r w:rsidR="003620A2">
        <w:rPr>
          <w:lang w:val="fr-FR" w:bidi="fr-FR"/>
        </w:rPr>
        <w:t>Remorque</w:t>
      </w:r>
    </w:p>
    <w:p w14:paraId="116B5D8E" w14:textId="4A33257D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1015189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06CCA">
        <w:rPr>
          <w:lang w:val="fr-FR" w:bidi="fr-FR"/>
        </w:rPr>
        <w:t>Couvre remorque étanche</w:t>
      </w:r>
      <w:r w:rsidR="002060FE" w:rsidRPr="00C05092">
        <w:rPr>
          <w:lang w:val="fr-FR" w:bidi="fr-FR"/>
        </w:rPr>
        <w:t xml:space="preserve"> </w:t>
      </w:r>
    </w:p>
    <w:p w14:paraId="1451C7C9" w14:textId="7B091DEE" w:rsidR="00A06CCA" w:rsidRDefault="00000000" w:rsidP="00684A2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423995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06CCA">
        <w:rPr>
          <w:lang w:val="fr-FR" w:bidi="fr-FR"/>
        </w:rPr>
        <w:t>Sacoches avant Mimi</w:t>
      </w:r>
    </w:p>
    <w:p w14:paraId="57BDB30A" w14:textId="4EF0A692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615819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06CCA">
        <w:rPr>
          <w:lang w:val="fr-FR" w:bidi="fr-FR"/>
        </w:rPr>
        <w:t>Sacoches arrière Mimi</w:t>
      </w:r>
    </w:p>
    <w:p w14:paraId="238A7AC6" w14:textId="1687F37D" w:rsidR="002060FE" w:rsidRDefault="00000000" w:rsidP="00464CA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546731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6CC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06CCA">
        <w:rPr>
          <w:lang w:val="fr-FR" w:bidi="fr-FR"/>
        </w:rPr>
        <w:t>Top</w:t>
      </w:r>
      <w:r w:rsidR="002060FE" w:rsidRPr="00C05092">
        <w:rPr>
          <w:lang w:val="fr-FR" w:bidi="fr-FR"/>
        </w:rPr>
        <w:t xml:space="preserve"> </w:t>
      </w:r>
      <w:r w:rsidR="00A06CCA">
        <w:rPr>
          <w:lang w:val="fr-FR" w:bidi="fr-FR"/>
        </w:rPr>
        <w:t>case Mimi</w:t>
      </w:r>
    </w:p>
    <w:p w14:paraId="69C37C7D" w14:textId="04D63B03" w:rsidR="00A06CCA" w:rsidRDefault="00000000" w:rsidP="00A06CC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916702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6CC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06CCA" w:rsidRPr="00C05092">
        <w:rPr>
          <w:lang w:val="fr-FR" w:bidi="fr-FR"/>
        </w:rPr>
        <w:tab/>
      </w:r>
      <w:r w:rsidR="00A06CCA">
        <w:rPr>
          <w:lang w:val="fr-FR" w:bidi="fr-FR"/>
        </w:rPr>
        <w:t>Sacoche de guidon Mimi</w:t>
      </w:r>
    </w:p>
    <w:p w14:paraId="1294C63D" w14:textId="3DB93D4A" w:rsidR="002060FE" w:rsidRPr="00C05092" w:rsidRDefault="00000000" w:rsidP="00464CAD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532487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06CCA">
        <w:rPr>
          <w:lang w:val="fr-FR" w:bidi="fr-FR"/>
        </w:rPr>
        <w:t>Sacoche</w:t>
      </w:r>
      <w:r w:rsidR="006E2511">
        <w:rPr>
          <w:lang w:val="fr-FR" w:bidi="fr-FR"/>
        </w:rPr>
        <w:t>s</w:t>
      </w:r>
      <w:r w:rsidR="00A06CCA">
        <w:rPr>
          <w:lang w:val="fr-FR" w:bidi="fr-FR"/>
        </w:rPr>
        <w:t xml:space="preserve"> Kar</w:t>
      </w:r>
      <w:r w:rsidR="00C33717">
        <w:rPr>
          <w:lang w:val="fr-FR" w:bidi="fr-FR"/>
        </w:rPr>
        <w:t>a</w:t>
      </w:r>
      <w:r w:rsidR="00A06CCA">
        <w:rPr>
          <w:lang w:val="fr-FR" w:bidi="fr-FR"/>
        </w:rPr>
        <w:t>korum Roland</w:t>
      </w:r>
    </w:p>
    <w:p w14:paraId="7085D07F" w14:textId="0BCCD330" w:rsidR="002060FE" w:rsidRDefault="00000000" w:rsidP="00464CA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05373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06CCA">
        <w:rPr>
          <w:lang w:val="fr-FR" w:bidi="fr-FR"/>
        </w:rPr>
        <w:t>Sacoche de guidon Roland</w:t>
      </w:r>
    </w:p>
    <w:p w14:paraId="0DA759D7" w14:textId="25A50FD0" w:rsidR="00A06CCA" w:rsidRDefault="00000000" w:rsidP="00A06CC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90579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6CC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06CCA" w:rsidRPr="00C05092">
        <w:rPr>
          <w:lang w:val="fr-FR" w:bidi="fr-FR"/>
        </w:rPr>
        <w:tab/>
      </w:r>
      <w:r w:rsidR="00A06CCA">
        <w:rPr>
          <w:lang w:val="fr-FR" w:bidi="fr-FR"/>
        </w:rPr>
        <w:t xml:space="preserve">Console </w:t>
      </w:r>
      <w:r w:rsidR="00181F75">
        <w:rPr>
          <w:lang w:val="fr-FR" w:bidi="fr-FR"/>
        </w:rPr>
        <w:t xml:space="preserve">Intuvia </w:t>
      </w:r>
      <w:r w:rsidR="00A06CCA">
        <w:rPr>
          <w:lang w:val="fr-FR" w:bidi="fr-FR"/>
        </w:rPr>
        <w:t>vélo Mimi</w:t>
      </w:r>
    </w:p>
    <w:p w14:paraId="589C9D22" w14:textId="72131540" w:rsidR="002060FE" w:rsidRDefault="00000000" w:rsidP="00464CA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215804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06CCA">
        <w:rPr>
          <w:lang w:val="fr-FR" w:bidi="fr-FR"/>
        </w:rPr>
        <w:t xml:space="preserve">Console </w:t>
      </w:r>
      <w:r w:rsidR="00AF43B2">
        <w:rPr>
          <w:lang w:val="fr-FR" w:bidi="fr-FR"/>
        </w:rPr>
        <w:t xml:space="preserve">Intuvia </w:t>
      </w:r>
      <w:r w:rsidR="00A06CCA">
        <w:rPr>
          <w:lang w:val="fr-FR" w:bidi="fr-FR"/>
        </w:rPr>
        <w:t>vélo Roland</w:t>
      </w:r>
    </w:p>
    <w:p w14:paraId="6E694D0E" w14:textId="6BB18AB0" w:rsidR="00DC07BF" w:rsidRDefault="00000000" w:rsidP="00DC07B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1342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07BF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DC07BF" w:rsidRPr="00C05092">
        <w:rPr>
          <w:lang w:val="fr-FR" w:bidi="fr-FR"/>
        </w:rPr>
        <w:tab/>
      </w:r>
      <w:r w:rsidR="00DC07BF">
        <w:rPr>
          <w:lang w:val="fr-FR" w:bidi="fr-FR"/>
        </w:rPr>
        <w:t>Clé vélo Mimi</w:t>
      </w:r>
    </w:p>
    <w:p w14:paraId="6AC6369F" w14:textId="5D73357F" w:rsidR="00DC07BF" w:rsidRDefault="00000000" w:rsidP="00DC07B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158067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07BF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DC07BF" w:rsidRPr="00C05092">
        <w:rPr>
          <w:lang w:val="fr-FR" w:bidi="fr-FR"/>
        </w:rPr>
        <w:tab/>
      </w:r>
      <w:r w:rsidR="00DC07BF">
        <w:rPr>
          <w:lang w:val="fr-FR" w:bidi="fr-FR"/>
        </w:rPr>
        <w:t>Clé vélo Roland</w:t>
      </w:r>
    </w:p>
    <w:p w14:paraId="72C6BD0E" w14:textId="7689ABF9" w:rsidR="002060FE" w:rsidRPr="00C05092" w:rsidRDefault="002060FE" w:rsidP="00A06CCA">
      <w:pPr>
        <w:pStyle w:val="retraitcasecocher"/>
        <w:rPr>
          <w:lang w:val="fr-FR"/>
        </w:rPr>
      </w:pPr>
    </w:p>
    <w:p w14:paraId="4D4FA42B" w14:textId="348C4E0D" w:rsidR="002060FE" w:rsidRDefault="0011717D" w:rsidP="00417FC6">
      <w:pPr>
        <w:pStyle w:val="Titre1"/>
        <w:rPr>
          <w:lang w:val="fr-FR" w:bidi="fr-FR"/>
        </w:rPr>
      </w:pPr>
      <w:r>
        <w:rPr>
          <w:lang w:val="fr-FR" w:bidi="fr-FR"/>
        </w:rPr>
        <w:t xml:space="preserve">Electricité </w:t>
      </w:r>
      <w:r w:rsidR="00DC07BF">
        <w:rPr>
          <w:lang w:val="fr-FR" w:bidi="fr-FR"/>
        </w:rPr>
        <w:t>–</w:t>
      </w:r>
      <w:r>
        <w:rPr>
          <w:lang w:val="fr-FR" w:bidi="fr-FR"/>
        </w:rPr>
        <w:t xml:space="preserve"> câbles</w:t>
      </w:r>
      <w:r w:rsidR="00DC07BF">
        <w:rPr>
          <w:lang w:val="fr-FR" w:bidi="fr-FR"/>
        </w:rPr>
        <w:t xml:space="preserve"> </w:t>
      </w:r>
      <w:r w:rsidR="00977327">
        <w:rPr>
          <w:lang w:val="fr-FR" w:bidi="fr-FR"/>
        </w:rPr>
        <w:t>–</w:t>
      </w:r>
      <w:r w:rsidR="00DC07BF">
        <w:rPr>
          <w:lang w:val="fr-FR" w:bidi="fr-FR"/>
        </w:rPr>
        <w:t xml:space="preserve"> GPS</w:t>
      </w:r>
    </w:p>
    <w:p w14:paraId="2B1E9C9D" w14:textId="77777777" w:rsidR="00977327" w:rsidRPr="00977327" w:rsidRDefault="00977327" w:rsidP="00977327">
      <w:pPr>
        <w:rPr>
          <w:lang w:val="fr-FR" w:bidi="fr-FR"/>
        </w:rPr>
      </w:pPr>
    </w:p>
    <w:p w14:paraId="5F597AC9" w14:textId="77777777" w:rsidR="009F1B3D" w:rsidRDefault="00000000" w:rsidP="009F1B3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667784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E4151A" w:rsidRPr="00C05092">
        <w:rPr>
          <w:lang w:val="fr-FR" w:bidi="fr-FR"/>
        </w:rPr>
        <w:tab/>
      </w:r>
      <w:r w:rsidR="00977327">
        <w:rPr>
          <w:lang w:val="fr-FR" w:bidi="fr-FR"/>
        </w:rPr>
        <w:t>GPS Garmin 1030</w:t>
      </w:r>
      <w:sdt>
        <w:sdtPr>
          <w:rPr>
            <w:color w:val="BA90D4" w:themeColor="accent1"/>
            <w:lang w:val="fr-FR"/>
          </w:rPr>
          <w:id w:val="18858248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F1B3D">
            <w:rPr>
              <w:rFonts w:ascii="MS Gothic" w:eastAsia="MS Gothic" w:hAnsi="MS Gothic" w:hint="eastAsia"/>
              <w:color w:val="BA90D4" w:themeColor="accent1"/>
            </w:rPr>
            <w:t>☒</w:t>
          </w:r>
        </w:sdtContent>
      </w:sdt>
      <w:r w:rsidR="009F1B3D">
        <w:rPr>
          <w:lang w:val="fr-FR" w:bidi="fr-FR"/>
        </w:rPr>
        <w:tab/>
        <w:t>Torchon</w:t>
      </w:r>
    </w:p>
    <w:p w14:paraId="7E17ED9B" w14:textId="7BB8155C" w:rsidR="009F1B3D" w:rsidRDefault="00000000" w:rsidP="009F1B3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417488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1B3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F1B3D">
        <w:rPr>
          <w:lang w:val="fr-FR" w:bidi="fr-FR"/>
        </w:rPr>
        <w:tab/>
        <w:t>Radar Garmin Varia TL</w:t>
      </w:r>
    </w:p>
    <w:p w14:paraId="288B52CD" w14:textId="4835EE67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695217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977327">
        <w:rPr>
          <w:lang w:val="fr-FR" w:bidi="fr-FR"/>
        </w:rPr>
        <w:t>Tél Mimi</w:t>
      </w:r>
      <w:r w:rsidR="005444A8">
        <w:rPr>
          <w:lang w:val="fr-FR" w:bidi="fr-FR"/>
        </w:rPr>
        <w:t xml:space="preserve"> + chargeur</w:t>
      </w:r>
    </w:p>
    <w:p w14:paraId="03F44F6E" w14:textId="3A5E3073" w:rsidR="002060FE" w:rsidRDefault="00000000" w:rsidP="00684A2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37916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977327">
        <w:rPr>
          <w:lang w:val="fr-FR" w:bidi="fr-FR"/>
        </w:rPr>
        <w:t>Tél Roland</w:t>
      </w:r>
      <w:r w:rsidR="005444A8">
        <w:rPr>
          <w:lang w:val="fr-FR" w:bidi="fr-FR"/>
        </w:rPr>
        <w:t xml:space="preserve"> + chargeur</w:t>
      </w:r>
    </w:p>
    <w:p w14:paraId="6C2D1DC1" w14:textId="2FD26696" w:rsidR="006C2844" w:rsidRDefault="00000000" w:rsidP="006C2844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7686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2844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6C2844">
        <w:rPr>
          <w:lang w:val="fr-FR" w:bidi="fr-FR"/>
        </w:rPr>
        <w:tab/>
        <w:t>Power Bank</w:t>
      </w:r>
    </w:p>
    <w:p w14:paraId="4E97D0FA" w14:textId="572A8C46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313534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977327">
        <w:rPr>
          <w:lang w:val="fr-FR" w:bidi="fr-FR"/>
        </w:rPr>
        <w:t xml:space="preserve">Chargeur </w:t>
      </w:r>
      <w:r w:rsidR="005444A8">
        <w:rPr>
          <w:lang w:val="fr-FR" w:bidi="fr-FR"/>
        </w:rPr>
        <w:t>vélo Mimi</w:t>
      </w:r>
    </w:p>
    <w:p w14:paraId="3138F27E" w14:textId="07C73F98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931721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5444A8">
        <w:rPr>
          <w:lang w:val="fr-FR" w:bidi="fr-FR"/>
        </w:rPr>
        <w:t>Chargeur vélo Roland</w:t>
      </w:r>
    </w:p>
    <w:p w14:paraId="70BBA649" w14:textId="3951C153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19745580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FE52D8">
        <w:rPr>
          <w:lang w:val="fr-FR" w:bidi="fr-FR"/>
        </w:rPr>
        <w:t>Prise Euro camping</w:t>
      </w:r>
    </w:p>
    <w:p w14:paraId="69E7288A" w14:textId="46713083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1935859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FE52D8">
        <w:rPr>
          <w:lang w:val="fr-FR" w:bidi="fr-FR"/>
        </w:rPr>
        <w:t>Rallonge électrique 4 prises</w:t>
      </w:r>
    </w:p>
    <w:p w14:paraId="1D52D15D" w14:textId="03F51BB9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1704985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6E2511">
        <w:rPr>
          <w:lang w:val="fr-FR" w:bidi="fr-FR"/>
        </w:rPr>
        <w:t>Triplette</w:t>
      </w:r>
    </w:p>
    <w:p w14:paraId="054E3DB8" w14:textId="1838F276" w:rsidR="00D11B68" w:rsidRDefault="00000000" w:rsidP="006E2511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481625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7E1739">
        <w:rPr>
          <w:lang w:val="fr-FR" w:bidi="fr-FR"/>
        </w:rPr>
        <w:t>IPad</w:t>
      </w:r>
    </w:p>
    <w:p w14:paraId="349DE8A3" w14:textId="18FAD082" w:rsidR="0018403A" w:rsidRDefault="00000000" w:rsidP="001840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276405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403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18403A" w:rsidRPr="00C05092">
        <w:rPr>
          <w:lang w:val="fr-FR" w:bidi="fr-FR"/>
        </w:rPr>
        <w:tab/>
      </w:r>
      <w:r w:rsidR="0018403A">
        <w:rPr>
          <w:lang w:val="fr-FR" w:bidi="fr-FR"/>
        </w:rPr>
        <w:t xml:space="preserve">Chargeur </w:t>
      </w:r>
      <w:r w:rsidR="007E1739">
        <w:rPr>
          <w:lang w:val="fr-FR" w:bidi="fr-FR"/>
        </w:rPr>
        <w:t>IPad</w:t>
      </w:r>
    </w:p>
    <w:p w14:paraId="20FB0D44" w14:textId="4AAB4D9C" w:rsidR="00321500" w:rsidRDefault="00000000" w:rsidP="0032150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764117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150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321500" w:rsidRPr="00C05092">
        <w:rPr>
          <w:lang w:val="fr-FR" w:bidi="fr-FR"/>
        </w:rPr>
        <w:tab/>
      </w:r>
      <w:r w:rsidR="00321500">
        <w:rPr>
          <w:lang w:val="fr-FR" w:bidi="fr-FR"/>
        </w:rPr>
        <w:t>C</w:t>
      </w:r>
      <w:r w:rsidR="002A4007">
        <w:rPr>
          <w:lang w:val="fr-FR" w:bidi="fr-FR"/>
        </w:rPr>
        <w:t>âbles</w:t>
      </w:r>
      <w:r w:rsidR="00C32FFE">
        <w:rPr>
          <w:lang w:val="fr-FR" w:bidi="fr-FR"/>
        </w:rPr>
        <w:t xml:space="preserve"> USB </w:t>
      </w:r>
    </w:p>
    <w:p w14:paraId="49E0C0E1" w14:textId="09C84122" w:rsidR="00ED297D" w:rsidRDefault="00000000" w:rsidP="00ED297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3628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297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ED297D" w:rsidRPr="00C05092">
        <w:rPr>
          <w:lang w:val="fr-FR" w:bidi="fr-FR"/>
        </w:rPr>
        <w:tab/>
      </w:r>
      <w:r w:rsidR="00ED297D">
        <w:rPr>
          <w:lang w:val="fr-FR" w:bidi="fr-FR"/>
        </w:rPr>
        <w:t>Adaptateur selon Pays</w:t>
      </w:r>
    </w:p>
    <w:p w14:paraId="128D1E38" w14:textId="77777777" w:rsidR="0018403A" w:rsidRPr="00C05092" w:rsidRDefault="0018403A" w:rsidP="006E2511">
      <w:pPr>
        <w:pStyle w:val="retraitcasecocher"/>
        <w:rPr>
          <w:lang w:val="fr-FR"/>
        </w:rPr>
      </w:pPr>
    </w:p>
    <w:p w14:paraId="25A25D57" w14:textId="20206C7A" w:rsidR="00D11B68" w:rsidRDefault="00395AEE" w:rsidP="00417FC6">
      <w:pPr>
        <w:pStyle w:val="Titre1"/>
        <w:rPr>
          <w:lang w:val="fr-FR" w:bidi="fr-FR"/>
        </w:rPr>
      </w:pPr>
      <w:r>
        <w:rPr>
          <w:lang w:val="fr-FR" w:bidi="fr-FR"/>
        </w:rPr>
        <w:t>Dormir</w:t>
      </w:r>
    </w:p>
    <w:p w14:paraId="4F26B904" w14:textId="77777777" w:rsidR="00395AEE" w:rsidRPr="00395AEE" w:rsidRDefault="00395AEE" w:rsidP="00395AEE">
      <w:pPr>
        <w:rPr>
          <w:lang w:val="fr-FR" w:bidi="fr-FR"/>
        </w:rPr>
      </w:pPr>
    </w:p>
    <w:p w14:paraId="60E38D7F" w14:textId="4710C0A8" w:rsidR="00D11B68" w:rsidRPr="00C05092" w:rsidRDefault="00000000" w:rsidP="00D11B68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822080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D11B68" w:rsidRPr="00C05092">
        <w:rPr>
          <w:lang w:val="fr-FR" w:bidi="fr-FR"/>
        </w:rPr>
        <w:tab/>
      </w:r>
      <w:r w:rsidR="00395AEE">
        <w:rPr>
          <w:lang w:val="fr-FR" w:bidi="fr-FR"/>
        </w:rPr>
        <w:t>Tente</w:t>
      </w:r>
      <w:r w:rsidR="00483F7A">
        <w:rPr>
          <w:lang w:val="fr-FR" w:bidi="fr-FR"/>
        </w:rPr>
        <w:t xml:space="preserve"> MSR</w:t>
      </w:r>
    </w:p>
    <w:p w14:paraId="14B83880" w14:textId="13A359CD" w:rsidR="00D11B68" w:rsidRPr="00C05092" w:rsidRDefault="00000000" w:rsidP="00D11B68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868592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D11B68" w:rsidRPr="00C05092">
        <w:rPr>
          <w:lang w:val="fr-FR" w:bidi="fr-FR"/>
        </w:rPr>
        <w:tab/>
      </w:r>
      <w:r w:rsidR="008D1399">
        <w:rPr>
          <w:lang w:val="fr-FR" w:bidi="fr-FR"/>
        </w:rPr>
        <w:t>Tapis de sol tente</w:t>
      </w:r>
    </w:p>
    <w:p w14:paraId="7A5C4789" w14:textId="4C827656" w:rsidR="00D11B68" w:rsidRPr="00C05092" w:rsidRDefault="00000000" w:rsidP="00D11B68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133868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D11B68" w:rsidRPr="00C05092">
        <w:rPr>
          <w:lang w:val="fr-FR" w:bidi="fr-FR"/>
        </w:rPr>
        <w:tab/>
      </w:r>
      <w:r w:rsidR="008D1399">
        <w:rPr>
          <w:lang w:val="fr-FR" w:bidi="fr-FR"/>
        </w:rPr>
        <w:t>Tarp</w:t>
      </w:r>
    </w:p>
    <w:p w14:paraId="41314616" w14:textId="4F79BD29" w:rsidR="00D11B68" w:rsidRPr="00C05092" w:rsidRDefault="00000000" w:rsidP="00D11B68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1192339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D11B68" w:rsidRPr="00C05092">
        <w:rPr>
          <w:lang w:val="fr-FR" w:bidi="fr-FR"/>
        </w:rPr>
        <w:tab/>
      </w:r>
      <w:r w:rsidR="008D1399">
        <w:rPr>
          <w:lang w:val="fr-FR" w:bidi="fr-FR"/>
        </w:rPr>
        <w:t>Piquets Tarp</w:t>
      </w:r>
    </w:p>
    <w:p w14:paraId="1A5A8273" w14:textId="23F7991D" w:rsidR="00E4151A" w:rsidRDefault="00000000" w:rsidP="00D11B6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86765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464CAD" w:rsidRPr="00C05092">
        <w:rPr>
          <w:lang w:val="fr-FR" w:bidi="fr-FR"/>
        </w:rPr>
        <w:tab/>
      </w:r>
      <w:r w:rsidR="006B5544">
        <w:rPr>
          <w:lang w:val="fr-FR" w:bidi="fr-FR"/>
        </w:rPr>
        <w:t>Matelas Thermarest Mimi</w:t>
      </w:r>
    </w:p>
    <w:p w14:paraId="055E1B87" w14:textId="0EEF24A8" w:rsidR="008D1399" w:rsidRDefault="00000000" w:rsidP="008D1399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14740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1399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D1399" w:rsidRPr="00C05092">
        <w:rPr>
          <w:lang w:val="fr-FR" w:bidi="fr-FR"/>
        </w:rPr>
        <w:tab/>
      </w:r>
      <w:r w:rsidR="006B5544">
        <w:rPr>
          <w:lang w:val="fr-FR" w:bidi="fr-FR"/>
        </w:rPr>
        <w:t>M</w:t>
      </w:r>
      <w:r w:rsidR="00CC7C20">
        <w:rPr>
          <w:lang w:val="fr-FR" w:bidi="fr-FR"/>
        </w:rPr>
        <w:t>a</w:t>
      </w:r>
      <w:r w:rsidR="006B5544">
        <w:rPr>
          <w:lang w:val="fr-FR" w:bidi="fr-FR"/>
        </w:rPr>
        <w:t>telas Thermarest Roland</w:t>
      </w:r>
    </w:p>
    <w:p w14:paraId="092BABEF" w14:textId="24AA90C5" w:rsidR="008D1399" w:rsidRDefault="00000000" w:rsidP="008D1399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866167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7C2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D1399" w:rsidRPr="00C05092">
        <w:rPr>
          <w:lang w:val="fr-FR" w:bidi="fr-FR"/>
        </w:rPr>
        <w:tab/>
      </w:r>
      <w:r w:rsidR="006B5544">
        <w:rPr>
          <w:lang w:val="fr-FR" w:bidi="fr-FR"/>
        </w:rPr>
        <w:t>Gonfleur Matelas + piles</w:t>
      </w:r>
    </w:p>
    <w:p w14:paraId="62560F21" w14:textId="1899D2AE" w:rsidR="008D1399" w:rsidRDefault="00000000" w:rsidP="008D1399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889186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7C2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D1399" w:rsidRPr="00C05092">
        <w:rPr>
          <w:lang w:val="fr-FR" w:bidi="fr-FR"/>
        </w:rPr>
        <w:tab/>
      </w:r>
      <w:r w:rsidR="00CC7C20">
        <w:rPr>
          <w:lang w:val="fr-FR" w:bidi="fr-FR"/>
        </w:rPr>
        <w:t>Drap housse Mimi</w:t>
      </w:r>
    </w:p>
    <w:p w14:paraId="54CB3419" w14:textId="647F9E77" w:rsidR="008D1399" w:rsidRDefault="00000000" w:rsidP="008D1399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335836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7C2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D1399" w:rsidRPr="00C05092">
        <w:rPr>
          <w:lang w:val="fr-FR" w:bidi="fr-FR"/>
        </w:rPr>
        <w:tab/>
      </w:r>
      <w:r w:rsidR="00CC7C20">
        <w:rPr>
          <w:lang w:val="fr-FR" w:bidi="fr-FR"/>
        </w:rPr>
        <w:t>Drap Housse Roland</w:t>
      </w:r>
    </w:p>
    <w:p w14:paraId="3918601A" w14:textId="6C8C29CB" w:rsidR="00CC7C20" w:rsidRDefault="00000000" w:rsidP="00CC7C2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33283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509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CC7C20" w:rsidRPr="00C05092">
        <w:rPr>
          <w:lang w:val="fr-FR" w:bidi="fr-FR"/>
        </w:rPr>
        <w:tab/>
      </w:r>
      <w:r w:rsidR="00725092">
        <w:rPr>
          <w:lang w:val="fr-FR" w:bidi="fr-FR"/>
        </w:rPr>
        <w:t>Sac de couchage Mimi</w:t>
      </w:r>
    </w:p>
    <w:p w14:paraId="29357EF5" w14:textId="3DE6A3B7" w:rsidR="00CC7C20" w:rsidRDefault="00000000" w:rsidP="00CC7C2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027599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509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CC7C20" w:rsidRPr="00C05092">
        <w:rPr>
          <w:lang w:val="fr-FR" w:bidi="fr-FR"/>
        </w:rPr>
        <w:tab/>
      </w:r>
      <w:r w:rsidR="00725092">
        <w:rPr>
          <w:lang w:val="fr-FR" w:bidi="fr-FR"/>
        </w:rPr>
        <w:t>Sac de couchage Roland</w:t>
      </w:r>
    </w:p>
    <w:p w14:paraId="70220E26" w14:textId="71A49B5C" w:rsidR="00E46F7B" w:rsidRDefault="00000000" w:rsidP="00E46F7B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43359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46F7B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E46F7B" w:rsidRPr="00C05092">
        <w:rPr>
          <w:lang w:val="fr-FR" w:bidi="fr-FR"/>
        </w:rPr>
        <w:tab/>
      </w:r>
      <w:r w:rsidR="00E46F7B">
        <w:rPr>
          <w:lang w:val="fr-FR" w:bidi="fr-FR"/>
        </w:rPr>
        <w:t>Coussin Mimi</w:t>
      </w:r>
    </w:p>
    <w:p w14:paraId="7B1960AE" w14:textId="44EA80A3" w:rsidR="00E46F7B" w:rsidRDefault="00000000" w:rsidP="00CC7C2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512988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46F7B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E46F7B" w:rsidRPr="00C05092">
        <w:rPr>
          <w:lang w:val="fr-FR" w:bidi="fr-FR"/>
        </w:rPr>
        <w:tab/>
      </w:r>
      <w:r w:rsidR="00E46F7B">
        <w:rPr>
          <w:lang w:val="fr-FR" w:bidi="fr-FR"/>
        </w:rPr>
        <w:t>Coussin Roland</w:t>
      </w:r>
    </w:p>
    <w:p w14:paraId="22308680" w14:textId="232241FC" w:rsidR="000C147F" w:rsidRDefault="00000000" w:rsidP="000C147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668903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47F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C147F" w:rsidRPr="00C05092">
        <w:rPr>
          <w:lang w:val="fr-FR" w:bidi="fr-FR"/>
        </w:rPr>
        <w:tab/>
      </w:r>
      <w:r w:rsidR="000C147F">
        <w:rPr>
          <w:lang w:val="fr-FR" w:bidi="fr-FR"/>
        </w:rPr>
        <w:t>Lampe de tente USB</w:t>
      </w:r>
    </w:p>
    <w:p w14:paraId="7DDEF4BD" w14:textId="1038FC1B" w:rsidR="00483F7A" w:rsidRDefault="00000000" w:rsidP="00483F7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228690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F7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83F7A" w:rsidRPr="00C05092">
        <w:rPr>
          <w:lang w:val="fr-FR" w:bidi="fr-FR"/>
        </w:rPr>
        <w:tab/>
      </w:r>
      <w:r w:rsidR="00483F7A">
        <w:rPr>
          <w:lang w:val="fr-FR" w:bidi="fr-FR"/>
        </w:rPr>
        <w:t>Lampe frontale</w:t>
      </w:r>
      <w:r w:rsidR="001746B1">
        <w:rPr>
          <w:lang w:val="fr-FR" w:bidi="fr-FR"/>
        </w:rPr>
        <w:t xml:space="preserve"> + piles</w:t>
      </w:r>
    </w:p>
    <w:p w14:paraId="336240EF" w14:textId="77777777" w:rsidR="00483F7A" w:rsidRDefault="00483F7A" w:rsidP="000C147F">
      <w:pPr>
        <w:pStyle w:val="retraitcasecocher"/>
        <w:rPr>
          <w:lang w:val="fr-FR" w:bidi="fr-FR"/>
        </w:rPr>
      </w:pPr>
    </w:p>
    <w:p w14:paraId="4F96DF62" w14:textId="77777777" w:rsidR="00931B36" w:rsidRDefault="00931B36" w:rsidP="00931B36">
      <w:pPr>
        <w:pStyle w:val="Titre1"/>
        <w:rPr>
          <w:lang w:val="fr-FR" w:bidi="fr-FR"/>
        </w:rPr>
      </w:pPr>
      <w:r>
        <w:rPr>
          <w:lang w:val="fr-FR" w:bidi="fr-FR"/>
        </w:rPr>
        <w:t>S’installer</w:t>
      </w:r>
    </w:p>
    <w:p w14:paraId="6A048B9D" w14:textId="77777777" w:rsidR="00931B36" w:rsidRDefault="00931B36" w:rsidP="00931B36">
      <w:pPr>
        <w:rPr>
          <w:lang w:val="fr-FR" w:bidi="fr-FR"/>
        </w:rPr>
      </w:pPr>
    </w:p>
    <w:p w14:paraId="4B6CFE25" w14:textId="77777777" w:rsidR="00931B36" w:rsidRDefault="00000000" w:rsidP="00931B3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542136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1B36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31B36" w:rsidRPr="00C05092">
        <w:rPr>
          <w:lang w:val="fr-FR" w:bidi="fr-FR"/>
        </w:rPr>
        <w:tab/>
      </w:r>
      <w:r w:rsidR="00931B36">
        <w:rPr>
          <w:lang w:val="fr-FR" w:bidi="fr-FR"/>
        </w:rPr>
        <w:t>Chaise Helinox Mimi</w:t>
      </w:r>
    </w:p>
    <w:p w14:paraId="2F5EB1CD" w14:textId="77777777" w:rsidR="00931B36" w:rsidRDefault="00000000" w:rsidP="00931B3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3494858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1B36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31B36" w:rsidRPr="00C05092">
        <w:rPr>
          <w:lang w:val="fr-FR" w:bidi="fr-FR"/>
        </w:rPr>
        <w:tab/>
      </w:r>
      <w:r w:rsidR="00931B36">
        <w:rPr>
          <w:lang w:val="fr-FR" w:bidi="fr-FR"/>
        </w:rPr>
        <w:t>Chaises Hélinox Roland</w:t>
      </w:r>
    </w:p>
    <w:p w14:paraId="5ED7CF93" w14:textId="77777777" w:rsidR="00931B36" w:rsidRDefault="00000000" w:rsidP="00931B3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3384636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1B36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31B36" w:rsidRPr="00C05092">
        <w:rPr>
          <w:lang w:val="fr-FR" w:bidi="fr-FR"/>
        </w:rPr>
        <w:tab/>
      </w:r>
      <w:r w:rsidR="00931B36">
        <w:rPr>
          <w:lang w:val="fr-FR" w:bidi="fr-FR"/>
        </w:rPr>
        <w:t>Table Hélinox</w:t>
      </w:r>
    </w:p>
    <w:p w14:paraId="62A82797" w14:textId="13D09D13" w:rsidR="002F7796" w:rsidRDefault="00000000" w:rsidP="002F779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5622872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7796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F7796" w:rsidRPr="00C05092">
        <w:rPr>
          <w:lang w:val="fr-FR" w:bidi="fr-FR"/>
        </w:rPr>
        <w:tab/>
      </w:r>
      <w:r w:rsidR="002F7796">
        <w:rPr>
          <w:lang w:val="fr-FR" w:bidi="fr-FR"/>
        </w:rPr>
        <w:t>Cendrier si fumeurs</w:t>
      </w:r>
    </w:p>
    <w:p w14:paraId="4A8D9ABB" w14:textId="77777777" w:rsidR="002F7796" w:rsidRDefault="002F7796" w:rsidP="00931B36">
      <w:pPr>
        <w:pStyle w:val="retraitcasecocher"/>
        <w:rPr>
          <w:lang w:val="fr-FR" w:bidi="fr-FR"/>
        </w:rPr>
      </w:pPr>
    </w:p>
    <w:p w14:paraId="1D4B420F" w14:textId="0AFDBDAA" w:rsidR="002060FE" w:rsidRDefault="001746B1" w:rsidP="00417FC6">
      <w:pPr>
        <w:pStyle w:val="Titre1"/>
        <w:rPr>
          <w:lang w:val="fr-FR" w:bidi="fr-FR"/>
        </w:rPr>
      </w:pPr>
      <w:r>
        <w:rPr>
          <w:lang w:val="fr-FR" w:bidi="fr-FR"/>
        </w:rPr>
        <w:t>Manger</w:t>
      </w:r>
    </w:p>
    <w:p w14:paraId="1954F21B" w14:textId="77777777" w:rsidR="00FA5146" w:rsidRPr="00FA5146" w:rsidRDefault="00FA5146" w:rsidP="00FA5146">
      <w:pPr>
        <w:rPr>
          <w:lang w:val="fr-FR" w:bidi="fr-FR"/>
        </w:rPr>
      </w:pPr>
    </w:p>
    <w:p w14:paraId="6B31E97A" w14:textId="010452FD" w:rsidR="002060FE" w:rsidRPr="00C05092" w:rsidRDefault="00000000" w:rsidP="00D11B68">
      <w:pPr>
        <w:pStyle w:val="retraitcasecocher"/>
        <w:keepNext/>
        <w:rPr>
          <w:lang w:val="fr-FR"/>
        </w:rPr>
      </w:pPr>
      <w:sdt>
        <w:sdtPr>
          <w:rPr>
            <w:color w:val="BA90D4" w:themeColor="accent1"/>
            <w:lang w:val="fr-FR"/>
          </w:rPr>
          <w:id w:val="979507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6875F0">
        <w:rPr>
          <w:lang w:val="fr-FR" w:bidi="fr-FR"/>
        </w:rPr>
        <w:t>Réchaud Trangia</w:t>
      </w:r>
      <w:r w:rsidR="002060FE" w:rsidRPr="00C05092">
        <w:rPr>
          <w:lang w:val="fr-FR" w:bidi="fr-FR"/>
        </w:rPr>
        <w:t xml:space="preserve"> </w:t>
      </w:r>
    </w:p>
    <w:p w14:paraId="74D6D7B7" w14:textId="73A8D38F" w:rsidR="002060FE" w:rsidRPr="00C05092" w:rsidRDefault="00000000" w:rsidP="00D11B68">
      <w:pPr>
        <w:pStyle w:val="retraitcasecocher"/>
        <w:keepNext/>
        <w:rPr>
          <w:lang w:val="fr-FR"/>
        </w:rPr>
      </w:pPr>
      <w:sdt>
        <w:sdtPr>
          <w:rPr>
            <w:color w:val="BA90D4" w:themeColor="accent1"/>
            <w:lang w:val="fr-FR"/>
          </w:rPr>
          <w:id w:val="-1721659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6875F0">
        <w:rPr>
          <w:lang w:val="fr-FR" w:bidi="fr-FR"/>
        </w:rPr>
        <w:t>Brûleur Trangia</w:t>
      </w:r>
    </w:p>
    <w:p w14:paraId="711E84FC" w14:textId="3E748255" w:rsidR="002060FE" w:rsidRDefault="00000000" w:rsidP="00684A2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068954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80E47">
        <w:rPr>
          <w:lang w:val="fr-FR" w:bidi="fr-FR"/>
        </w:rPr>
        <w:t>Gaz réchaud</w:t>
      </w:r>
    </w:p>
    <w:p w14:paraId="3C6D0BD2" w14:textId="233B00DD" w:rsidR="002128E6" w:rsidRDefault="00000000" w:rsidP="002128E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991433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28E6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128E6">
        <w:rPr>
          <w:lang w:val="fr-FR" w:bidi="fr-FR"/>
        </w:rPr>
        <w:tab/>
        <w:t xml:space="preserve">Briquet </w:t>
      </w:r>
      <w:r w:rsidR="005A32E1">
        <w:rPr>
          <w:lang w:val="fr-FR" w:bidi="fr-FR"/>
        </w:rPr>
        <w:t>(important)</w:t>
      </w:r>
    </w:p>
    <w:p w14:paraId="7D03979F" w14:textId="5F0E78D3" w:rsidR="002A15FA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465160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15F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A15FA" w:rsidRPr="00C05092">
        <w:rPr>
          <w:lang w:val="fr-FR" w:bidi="fr-FR"/>
        </w:rPr>
        <w:tab/>
      </w:r>
      <w:r w:rsidR="002A15FA">
        <w:rPr>
          <w:lang w:val="fr-FR" w:bidi="fr-FR"/>
        </w:rPr>
        <w:t>Cafetière Italienne</w:t>
      </w:r>
    </w:p>
    <w:p w14:paraId="3AE09AFA" w14:textId="2F00674C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703700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392A16">
        <w:rPr>
          <w:lang w:val="fr-FR" w:bidi="fr-FR"/>
        </w:rPr>
        <w:t>Assiettes</w:t>
      </w:r>
    </w:p>
    <w:p w14:paraId="55A64428" w14:textId="3CE17278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963345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392A16">
        <w:rPr>
          <w:lang w:val="fr-FR" w:bidi="fr-FR"/>
        </w:rPr>
        <w:t>Gobelets</w:t>
      </w:r>
    </w:p>
    <w:p w14:paraId="66919C7A" w14:textId="457244E4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025793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392A16">
        <w:rPr>
          <w:lang w:val="fr-FR" w:bidi="fr-FR"/>
        </w:rPr>
        <w:t>Couverts</w:t>
      </w:r>
    </w:p>
    <w:p w14:paraId="7B2CEE60" w14:textId="4D0E4FD3" w:rsidR="00E4151A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652182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E4151A" w:rsidRPr="00C05092">
        <w:rPr>
          <w:lang w:val="fr-FR" w:bidi="fr-FR"/>
        </w:rPr>
        <w:tab/>
      </w:r>
      <w:r w:rsidR="002861B4">
        <w:rPr>
          <w:lang w:val="fr-FR" w:bidi="fr-FR"/>
        </w:rPr>
        <w:t>Tire-Bouchons (important)</w:t>
      </w:r>
    </w:p>
    <w:p w14:paraId="05C1D4F6" w14:textId="4BB09E2B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616822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234947">
        <w:rPr>
          <w:lang w:val="fr-FR" w:bidi="fr-FR"/>
        </w:rPr>
        <w:t>Adaptateur Gaz</w:t>
      </w:r>
    </w:p>
    <w:p w14:paraId="78138D0C" w14:textId="3BA73338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9087615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1B5E0C">
        <w:rPr>
          <w:lang w:val="fr-FR" w:bidi="fr-FR"/>
        </w:rPr>
        <w:t>Papier Alu</w:t>
      </w:r>
    </w:p>
    <w:p w14:paraId="61087FB2" w14:textId="72FB0722" w:rsidR="00E4151A" w:rsidRDefault="00E4151A" w:rsidP="00A860D8">
      <w:pPr>
        <w:pStyle w:val="retraitcasecocher"/>
        <w:rPr>
          <w:lang w:val="fr-FR"/>
        </w:rPr>
      </w:pPr>
    </w:p>
    <w:p w14:paraId="01EF0029" w14:textId="77777777" w:rsidR="006B2A20" w:rsidRDefault="006B2A20" w:rsidP="00A860D8">
      <w:pPr>
        <w:pStyle w:val="retraitcasecocher"/>
        <w:rPr>
          <w:lang w:val="fr-FR"/>
        </w:rPr>
      </w:pPr>
    </w:p>
    <w:p w14:paraId="362E94BA" w14:textId="77777777" w:rsidR="006B2A20" w:rsidRDefault="006B2A20" w:rsidP="00A860D8">
      <w:pPr>
        <w:pStyle w:val="retraitcasecocher"/>
        <w:rPr>
          <w:lang w:val="fr-FR"/>
        </w:rPr>
      </w:pPr>
    </w:p>
    <w:p w14:paraId="5EB27120" w14:textId="77777777" w:rsidR="006B2A20" w:rsidRDefault="006B2A20" w:rsidP="00A860D8">
      <w:pPr>
        <w:pStyle w:val="retraitcasecocher"/>
        <w:rPr>
          <w:lang w:val="fr-FR"/>
        </w:rPr>
      </w:pPr>
    </w:p>
    <w:p w14:paraId="770E7F92" w14:textId="77777777" w:rsidR="006B2A20" w:rsidRDefault="006B2A20" w:rsidP="00A860D8">
      <w:pPr>
        <w:pStyle w:val="retraitcasecocher"/>
        <w:rPr>
          <w:lang w:val="fr-FR"/>
        </w:rPr>
      </w:pPr>
    </w:p>
    <w:p w14:paraId="10F6AB2C" w14:textId="77777777" w:rsidR="006B2A20" w:rsidRPr="00C05092" w:rsidRDefault="006B2A20" w:rsidP="00A860D8">
      <w:pPr>
        <w:pStyle w:val="retraitcasecocher"/>
        <w:rPr>
          <w:lang w:val="fr-FR"/>
        </w:rPr>
      </w:pPr>
    </w:p>
    <w:p w14:paraId="1E17B21F" w14:textId="27DCB5E6" w:rsidR="002060FE" w:rsidRPr="00C05092" w:rsidRDefault="00A860D8" w:rsidP="00417FC6">
      <w:pPr>
        <w:pStyle w:val="Titre1"/>
        <w:rPr>
          <w:lang w:val="fr-FR"/>
        </w:rPr>
      </w:pPr>
      <w:r>
        <w:rPr>
          <w:lang w:val="fr-FR" w:bidi="fr-FR"/>
        </w:rPr>
        <w:lastRenderedPageBreak/>
        <w:t>Hygiène</w:t>
      </w:r>
    </w:p>
    <w:p w14:paraId="0E191CAB" w14:textId="1670EFEE" w:rsidR="002060FE" w:rsidRPr="00C05092" w:rsidRDefault="00000000" w:rsidP="00684A2F">
      <w:pPr>
        <w:pStyle w:val="retraitcasecocher"/>
        <w:rPr>
          <w:lang w:val="fr-FR"/>
        </w:rPr>
      </w:pPr>
      <w:sdt>
        <w:sdtPr>
          <w:rPr>
            <w:color w:val="BA90D4" w:themeColor="accent1"/>
            <w:lang w:val="fr-FR"/>
          </w:rPr>
          <w:id w:val="-1437513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CAD" w:rsidRPr="00C05092">
            <w:rPr>
              <w:rFonts w:ascii="MS Gothic" w:eastAsia="MS Gothic" w:hAnsi="MS Gothic" w:cs="MS Gothic"/>
              <w:color w:val="BA90D4" w:themeColor="accent1"/>
              <w:lang w:val="fr-FR" w:bidi="fr-FR"/>
            </w:rPr>
            <w:t>☐</w:t>
          </w:r>
        </w:sdtContent>
      </w:sdt>
      <w:r w:rsidR="002060FE" w:rsidRPr="00C05092">
        <w:rPr>
          <w:lang w:val="fr-FR" w:bidi="fr-FR"/>
        </w:rPr>
        <w:tab/>
      </w:r>
      <w:r w:rsidR="00A860D8">
        <w:rPr>
          <w:lang w:val="fr-FR" w:bidi="fr-FR"/>
        </w:rPr>
        <w:t>Trousse de toilette Mimi</w:t>
      </w:r>
    </w:p>
    <w:p w14:paraId="746D7195" w14:textId="3B6049A1" w:rsidR="002060FE" w:rsidRDefault="00000000" w:rsidP="00684A2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041354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216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64CAD" w:rsidRPr="00C05092">
        <w:rPr>
          <w:lang w:val="fr-FR" w:bidi="fr-FR"/>
        </w:rPr>
        <w:tab/>
      </w:r>
      <w:r w:rsidR="00A860D8">
        <w:rPr>
          <w:lang w:val="fr-FR" w:bidi="fr-FR"/>
        </w:rPr>
        <w:t xml:space="preserve">Trousse de toilette </w:t>
      </w:r>
      <w:r w:rsidR="00062160">
        <w:rPr>
          <w:lang w:val="fr-FR" w:bidi="fr-FR"/>
        </w:rPr>
        <w:t>Roland</w:t>
      </w:r>
    </w:p>
    <w:p w14:paraId="7659B17B" w14:textId="5C4D6858" w:rsidR="00975CC6" w:rsidRDefault="00000000" w:rsidP="00975CC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438023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5CC6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75CC6" w:rsidRPr="00C05092">
        <w:rPr>
          <w:lang w:val="fr-FR" w:bidi="fr-FR"/>
        </w:rPr>
        <w:tab/>
      </w:r>
      <w:r w:rsidR="00975CC6">
        <w:rPr>
          <w:lang w:val="fr-FR" w:bidi="fr-FR"/>
        </w:rPr>
        <w:t>PQ</w:t>
      </w:r>
    </w:p>
    <w:p w14:paraId="518CF58E" w14:textId="655C4018" w:rsidR="008250CE" w:rsidRDefault="00000000" w:rsidP="008250CE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82200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50CE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250CE" w:rsidRPr="00C05092">
        <w:rPr>
          <w:lang w:val="fr-FR" w:bidi="fr-FR"/>
        </w:rPr>
        <w:tab/>
      </w:r>
      <w:r w:rsidR="008250CE">
        <w:rPr>
          <w:lang w:val="fr-FR" w:bidi="fr-FR"/>
        </w:rPr>
        <w:t>Serviette Mimi</w:t>
      </w:r>
    </w:p>
    <w:p w14:paraId="4AAECBC4" w14:textId="7902A613" w:rsidR="008250CE" w:rsidRDefault="00000000" w:rsidP="008250CE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48239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50CE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250CE" w:rsidRPr="00C05092">
        <w:rPr>
          <w:lang w:val="fr-FR" w:bidi="fr-FR"/>
        </w:rPr>
        <w:tab/>
      </w:r>
      <w:r w:rsidR="008250CE">
        <w:rPr>
          <w:lang w:val="fr-FR" w:bidi="fr-FR"/>
        </w:rPr>
        <w:t>Serviette Roland</w:t>
      </w:r>
    </w:p>
    <w:p w14:paraId="1D390F5E" w14:textId="0380D39F" w:rsidR="00923721" w:rsidRDefault="00000000" w:rsidP="00923721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9809228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72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23721" w:rsidRPr="00C05092">
        <w:rPr>
          <w:lang w:val="fr-FR" w:bidi="fr-FR"/>
        </w:rPr>
        <w:tab/>
      </w:r>
      <w:r w:rsidR="00923721">
        <w:rPr>
          <w:lang w:val="fr-FR" w:bidi="fr-FR"/>
        </w:rPr>
        <w:t>Petit sèche-cheveux de voyage</w:t>
      </w:r>
    </w:p>
    <w:p w14:paraId="1106159C" w14:textId="2CB3250C" w:rsidR="00923721" w:rsidRDefault="00000000" w:rsidP="00923721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472513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72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23721" w:rsidRPr="00C05092">
        <w:rPr>
          <w:lang w:val="fr-FR" w:bidi="fr-FR"/>
        </w:rPr>
        <w:tab/>
      </w:r>
      <w:r w:rsidR="00923721">
        <w:rPr>
          <w:lang w:val="fr-FR" w:bidi="fr-FR"/>
        </w:rPr>
        <w:t>Petit lisseur de voyage</w:t>
      </w:r>
    </w:p>
    <w:p w14:paraId="5990865C" w14:textId="77777777" w:rsidR="008250CE" w:rsidRDefault="008250CE" w:rsidP="00975CC6">
      <w:pPr>
        <w:pStyle w:val="retraitcasecocher"/>
        <w:rPr>
          <w:lang w:val="fr-FR" w:bidi="fr-FR"/>
        </w:rPr>
      </w:pPr>
    </w:p>
    <w:p w14:paraId="7A3DEF04" w14:textId="04E2A1C7" w:rsidR="00EA74B4" w:rsidRPr="006B2A20" w:rsidRDefault="00EA74B4" w:rsidP="00684A2F">
      <w:pPr>
        <w:pStyle w:val="retraitcasecocher"/>
        <w:rPr>
          <w:b/>
          <w:bCs/>
          <w:lang w:val="fr-FR" w:bidi="fr-FR"/>
        </w:rPr>
      </w:pPr>
      <w:r w:rsidRPr="006B2A20">
        <w:rPr>
          <w:rFonts w:ascii="MS Gothic" w:eastAsia="MS Gothic" w:hAnsi="MS Gothic" w:hint="eastAsia"/>
          <w:b/>
          <w:bCs/>
          <w:color w:val="BA90D4" w:themeColor="accent1"/>
          <w:lang w:val="fr-FR"/>
        </w:rPr>
        <w:t>D</w:t>
      </w:r>
      <w:r w:rsidRPr="006B2A20">
        <w:rPr>
          <w:rFonts w:ascii="MS Gothic" w:eastAsia="MS Gothic" w:hAnsi="MS Gothic"/>
          <w:b/>
          <w:bCs/>
          <w:color w:val="BA90D4" w:themeColor="accent1"/>
          <w:lang w:val="fr-FR"/>
        </w:rPr>
        <w:t>ans les trousses</w:t>
      </w:r>
    </w:p>
    <w:p w14:paraId="1F453526" w14:textId="43D927DF" w:rsidR="00062160" w:rsidRDefault="00000000" w:rsidP="00684A2F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804927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052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80520" w:rsidRPr="00C05092">
        <w:rPr>
          <w:lang w:val="fr-FR" w:bidi="fr-FR"/>
        </w:rPr>
        <w:tab/>
      </w:r>
      <w:r w:rsidR="00080520">
        <w:rPr>
          <w:lang w:val="fr-FR" w:bidi="fr-FR"/>
        </w:rPr>
        <w:t>Dentifrice</w:t>
      </w:r>
    </w:p>
    <w:p w14:paraId="5A00B296" w14:textId="0565107C" w:rsidR="00080520" w:rsidRDefault="00000000" w:rsidP="0008052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773556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052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80520" w:rsidRPr="00C05092">
        <w:rPr>
          <w:lang w:val="fr-FR" w:bidi="fr-FR"/>
        </w:rPr>
        <w:tab/>
      </w:r>
      <w:r w:rsidR="00080520">
        <w:rPr>
          <w:lang w:val="fr-FR" w:bidi="fr-FR"/>
        </w:rPr>
        <w:t>Brosse à dent</w:t>
      </w:r>
      <w:r w:rsidR="00EA74B4">
        <w:rPr>
          <w:lang w:val="fr-FR" w:bidi="fr-FR"/>
        </w:rPr>
        <w:t>s</w:t>
      </w:r>
    </w:p>
    <w:p w14:paraId="764958DE" w14:textId="15469C96" w:rsidR="00EA74B4" w:rsidRDefault="00000000" w:rsidP="00EA74B4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68206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74B4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EA74B4" w:rsidRPr="00C05092">
        <w:rPr>
          <w:lang w:val="fr-FR" w:bidi="fr-FR"/>
        </w:rPr>
        <w:tab/>
      </w:r>
      <w:r w:rsidR="00EA74B4">
        <w:rPr>
          <w:lang w:val="fr-FR" w:bidi="fr-FR"/>
        </w:rPr>
        <w:t>Peigne</w:t>
      </w:r>
    </w:p>
    <w:p w14:paraId="1B0268DC" w14:textId="3D541607" w:rsidR="00AB7AD2" w:rsidRDefault="00000000" w:rsidP="00AB7AD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1255745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7AD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B7AD2" w:rsidRPr="00C05092">
        <w:rPr>
          <w:lang w:val="fr-FR" w:bidi="fr-FR"/>
        </w:rPr>
        <w:tab/>
      </w:r>
      <w:r w:rsidR="00AB7AD2">
        <w:rPr>
          <w:lang w:val="fr-FR" w:bidi="fr-FR"/>
        </w:rPr>
        <w:t xml:space="preserve">Flacon </w:t>
      </w:r>
      <w:r w:rsidR="00975CC6">
        <w:rPr>
          <w:lang w:val="fr-FR" w:bidi="fr-FR"/>
        </w:rPr>
        <w:t>douche-shampoing</w:t>
      </w:r>
    </w:p>
    <w:p w14:paraId="7EE3B574" w14:textId="16A436CD" w:rsidR="00975CC6" w:rsidRDefault="00000000" w:rsidP="00975CC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595273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5CC6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75CC6" w:rsidRPr="00C05092">
        <w:rPr>
          <w:lang w:val="fr-FR" w:bidi="fr-FR"/>
        </w:rPr>
        <w:tab/>
      </w:r>
      <w:r w:rsidR="00975CC6">
        <w:rPr>
          <w:lang w:val="fr-FR" w:bidi="fr-FR"/>
        </w:rPr>
        <w:t>Déodorant</w:t>
      </w:r>
    </w:p>
    <w:p w14:paraId="6C2AAA89" w14:textId="3D52626C" w:rsidR="008250CE" w:rsidRDefault="00000000" w:rsidP="008250CE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143346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50CE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250CE" w:rsidRPr="00C05092">
        <w:rPr>
          <w:lang w:val="fr-FR" w:bidi="fr-FR"/>
        </w:rPr>
        <w:tab/>
      </w:r>
      <w:r w:rsidR="008250CE">
        <w:rPr>
          <w:lang w:val="fr-FR" w:bidi="fr-FR"/>
        </w:rPr>
        <w:t>Mousse à raser Roland</w:t>
      </w:r>
    </w:p>
    <w:p w14:paraId="26E99019" w14:textId="408F200E" w:rsidR="007D4BCD" w:rsidRDefault="00000000" w:rsidP="007D4BC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932259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D4BC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4BCD" w:rsidRPr="00C05092">
        <w:rPr>
          <w:lang w:val="fr-FR" w:bidi="fr-FR"/>
        </w:rPr>
        <w:tab/>
      </w:r>
      <w:r w:rsidR="007D4BCD">
        <w:rPr>
          <w:lang w:val="fr-FR" w:bidi="fr-FR"/>
        </w:rPr>
        <w:t>Rasoirs Roland</w:t>
      </w:r>
    </w:p>
    <w:p w14:paraId="56B41956" w14:textId="576B2DAF" w:rsidR="00B221C0" w:rsidRDefault="00000000" w:rsidP="00B221C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62830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1C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B221C0" w:rsidRPr="00C05092">
        <w:rPr>
          <w:lang w:val="fr-FR" w:bidi="fr-FR"/>
        </w:rPr>
        <w:tab/>
      </w:r>
      <w:r w:rsidR="00AD54F2">
        <w:rPr>
          <w:lang w:val="fr-FR" w:bidi="fr-FR"/>
        </w:rPr>
        <w:t xml:space="preserve">Divers </w:t>
      </w:r>
      <w:r w:rsidR="0049360F">
        <w:rPr>
          <w:lang w:val="fr-FR" w:bidi="fr-FR"/>
        </w:rPr>
        <w:t>articles Mimi ..</w:t>
      </w:r>
    </w:p>
    <w:bookmarkStart w:id="0" w:name="_Hlk135767640"/>
    <w:p w14:paraId="6802982E" w14:textId="1E13F616" w:rsidR="00D04EF8" w:rsidRDefault="00000000" w:rsidP="00D04EF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5981361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722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D04EF8" w:rsidRPr="00C05092">
        <w:rPr>
          <w:lang w:val="fr-FR" w:bidi="fr-FR"/>
        </w:rPr>
        <w:tab/>
      </w:r>
      <w:r w:rsidR="00D04EF8">
        <w:rPr>
          <w:lang w:val="fr-FR" w:bidi="fr-FR"/>
        </w:rPr>
        <w:t>Médicaments Roland</w:t>
      </w:r>
    </w:p>
    <w:bookmarkEnd w:id="0"/>
    <w:p w14:paraId="5D9987E4" w14:textId="77777777" w:rsidR="00D04EF8" w:rsidRDefault="00D04EF8" w:rsidP="00D04EF8">
      <w:pPr>
        <w:pStyle w:val="retraitcasecocher"/>
        <w:rPr>
          <w:lang w:val="fr-FR" w:bidi="fr-FR"/>
        </w:rPr>
      </w:pPr>
    </w:p>
    <w:p w14:paraId="61190679" w14:textId="00260432" w:rsidR="00D04EF8" w:rsidRDefault="009C7669" w:rsidP="00D04EF8">
      <w:pPr>
        <w:pStyle w:val="Titre1"/>
        <w:rPr>
          <w:lang w:val="fr-FR" w:bidi="fr-FR"/>
        </w:rPr>
      </w:pPr>
      <w:bookmarkStart w:id="1" w:name="_Hlk135767733"/>
      <w:r>
        <w:rPr>
          <w:lang w:val="fr-FR" w:bidi="fr-FR"/>
        </w:rPr>
        <w:t>Vaisselle</w:t>
      </w:r>
      <w:r w:rsidR="00B57441">
        <w:rPr>
          <w:lang w:val="fr-FR" w:bidi="fr-FR"/>
        </w:rPr>
        <w:t xml:space="preserve"> et poubelle</w:t>
      </w:r>
    </w:p>
    <w:p w14:paraId="689F6403" w14:textId="77777777" w:rsidR="00047222" w:rsidRDefault="00047222" w:rsidP="00047222">
      <w:pPr>
        <w:rPr>
          <w:lang w:val="fr-FR" w:bidi="fr-FR"/>
        </w:rPr>
      </w:pPr>
    </w:p>
    <w:p w14:paraId="01ED7CCE" w14:textId="567ECBD5" w:rsidR="00047222" w:rsidRDefault="00000000" w:rsidP="0004722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8107022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722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47222" w:rsidRPr="00C05092">
        <w:rPr>
          <w:lang w:val="fr-FR" w:bidi="fr-FR"/>
        </w:rPr>
        <w:tab/>
      </w:r>
      <w:r w:rsidR="009C7669">
        <w:rPr>
          <w:lang w:val="fr-FR" w:bidi="fr-FR"/>
        </w:rPr>
        <w:t>Petit flacon produit vaisselle</w:t>
      </w:r>
    </w:p>
    <w:p w14:paraId="55092F39" w14:textId="085AD1B1" w:rsidR="00047222" w:rsidRDefault="00000000" w:rsidP="0004722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760552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722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47222" w:rsidRPr="00C05092">
        <w:rPr>
          <w:lang w:val="fr-FR" w:bidi="fr-FR"/>
        </w:rPr>
        <w:tab/>
      </w:r>
      <w:r w:rsidR="009C7669">
        <w:rPr>
          <w:lang w:val="fr-FR" w:bidi="fr-FR"/>
        </w:rPr>
        <w:t>Eponge</w:t>
      </w:r>
    </w:p>
    <w:p w14:paraId="2D930EC4" w14:textId="316304DC" w:rsidR="00047222" w:rsidRDefault="00000000" w:rsidP="0004722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346763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744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47222" w:rsidRPr="00C05092">
        <w:rPr>
          <w:lang w:val="fr-FR" w:bidi="fr-FR"/>
        </w:rPr>
        <w:tab/>
      </w:r>
      <w:r w:rsidR="009C7669">
        <w:rPr>
          <w:lang w:val="fr-FR" w:bidi="fr-FR"/>
        </w:rPr>
        <w:t>Torchon</w:t>
      </w:r>
    </w:p>
    <w:p w14:paraId="14054E50" w14:textId="219BBD23" w:rsidR="00275E04" w:rsidRDefault="00000000" w:rsidP="00275E04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743903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744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75E04" w:rsidRPr="00C05092">
        <w:rPr>
          <w:lang w:val="fr-FR" w:bidi="fr-FR"/>
        </w:rPr>
        <w:tab/>
      </w:r>
      <w:r w:rsidR="00275E04">
        <w:rPr>
          <w:lang w:val="fr-FR" w:bidi="fr-FR"/>
        </w:rPr>
        <w:t>Sopalin</w:t>
      </w:r>
    </w:p>
    <w:p w14:paraId="41404E3E" w14:textId="54695F3F" w:rsidR="00B57441" w:rsidRDefault="00000000" w:rsidP="00B57441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12743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5E0C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B57441" w:rsidRPr="00C05092">
        <w:rPr>
          <w:lang w:val="fr-FR" w:bidi="fr-FR"/>
        </w:rPr>
        <w:tab/>
      </w:r>
      <w:r w:rsidR="00B57441">
        <w:rPr>
          <w:lang w:val="fr-FR" w:bidi="fr-FR"/>
        </w:rPr>
        <w:t xml:space="preserve">Sacs poubelle </w:t>
      </w:r>
      <w:r w:rsidR="001B5E0C">
        <w:rPr>
          <w:lang w:val="fr-FR" w:bidi="fr-FR"/>
        </w:rPr>
        <w:t>10 L</w:t>
      </w:r>
    </w:p>
    <w:p w14:paraId="2AAE997F" w14:textId="613B6B8C" w:rsidR="00681D4D" w:rsidRDefault="00000000" w:rsidP="00681D4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982037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D4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681D4D" w:rsidRPr="00C05092">
        <w:rPr>
          <w:lang w:val="fr-FR" w:bidi="fr-FR"/>
        </w:rPr>
        <w:tab/>
      </w:r>
      <w:r w:rsidR="00681D4D">
        <w:rPr>
          <w:lang w:val="fr-FR" w:bidi="fr-FR"/>
        </w:rPr>
        <w:t>Produit lessive</w:t>
      </w:r>
    </w:p>
    <w:p w14:paraId="5648009C" w14:textId="58E896EC" w:rsidR="00681D4D" w:rsidRDefault="00000000" w:rsidP="00681D4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397716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D4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681D4D" w:rsidRPr="00C05092">
        <w:rPr>
          <w:lang w:val="fr-FR" w:bidi="fr-FR"/>
        </w:rPr>
        <w:tab/>
      </w:r>
      <w:r w:rsidR="000528E0">
        <w:rPr>
          <w:lang w:val="fr-FR" w:bidi="fr-FR"/>
        </w:rPr>
        <w:t>Pinces à linge</w:t>
      </w:r>
    </w:p>
    <w:p w14:paraId="6323D17D" w14:textId="6BD0E7CE" w:rsidR="000528E0" w:rsidRDefault="00000000" w:rsidP="000528E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124811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28E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528E0" w:rsidRPr="00C05092">
        <w:rPr>
          <w:lang w:val="fr-FR" w:bidi="fr-FR"/>
        </w:rPr>
        <w:tab/>
      </w:r>
      <w:r w:rsidR="000528E0">
        <w:rPr>
          <w:lang w:val="fr-FR" w:bidi="fr-FR"/>
        </w:rPr>
        <w:t xml:space="preserve">Cordelette </w:t>
      </w:r>
      <w:r w:rsidR="00413DE9">
        <w:rPr>
          <w:lang w:val="fr-FR" w:bidi="fr-FR"/>
        </w:rPr>
        <w:t>polypro</w:t>
      </w:r>
      <w:r w:rsidR="00DA4F07">
        <w:rPr>
          <w:lang w:val="fr-FR" w:bidi="fr-FR"/>
        </w:rPr>
        <w:t xml:space="preserve"> 5m</w:t>
      </w:r>
    </w:p>
    <w:p w14:paraId="13D91251" w14:textId="77777777" w:rsidR="000528E0" w:rsidRDefault="000528E0" w:rsidP="00681D4D">
      <w:pPr>
        <w:pStyle w:val="retraitcasecocher"/>
        <w:rPr>
          <w:lang w:val="fr-FR" w:bidi="fr-FR"/>
        </w:rPr>
      </w:pPr>
    </w:p>
    <w:p w14:paraId="2C73F0C5" w14:textId="43FCA08A" w:rsidR="00EB0761" w:rsidRDefault="004D7BBE" w:rsidP="00EB0761">
      <w:pPr>
        <w:pStyle w:val="Titre1"/>
        <w:rPr>
          <w:lang w:val="fr-FR" w:bidi="fr-FR"/>
        </w:rPr>
      </w:pPr>
      <w:r>
        <w:rPr>
          <w:lang w:val="fr-FR" w:bidi="fr-FR"/>
        </w:rPr>
        <w:t>Alimentation</w:t>
      </w:r>
    </w:p>
    <w:p w14:paraId="76E8800B" w14:textId="77777777" w:rsidR="00EB0761" w:rsidRDefault="00EB0761" w:rsidP="00EB0761">
      <w:pPr>
        <w:rPr>
          <w:lang w:val="fr-FR" w:bidi="fr-FR"/>
        </w:rPr>
      </w:pPr>
    </w:p>
    <w:p w14:paraId="5A4D52B7" w14:textId="253C1C80" w:rsidR="004E2417" w:rsidRDefault="00000000" w:rsidP="004E2417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333642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6EA9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E2417" w:rsidRPr="00C05092">
        <w:rPr>
          <w:lang w:val="fr-FR" w:bidi="fr-FR"/>
        </w:rPr>
        <w:tab/>
      </w:r>
      <w:r w:rsidR="004E2417">
        <w:rPr>
          <w:lang w:val="fr-FR" w:bidi="fr-FR"/>
        </w:rPr>
        <w:t>Torchon</w:t>
      </w:r>
    </w:p>
    <w:p w14:paraId="1C822206" w14:textId="1AC45DCF" w:rsidR="00EB0761" w:rsidRDefault="00000000" w:rsidP="00EB0761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387708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076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EB0761" w:rsidRPr="00C05092">
        <w:rPr>
          <w:lang w:val="fr-FR" w:bidi="fr-FR"/>
        </w:rPr>
        <w:tab/>
      </w:r>
      <w:r w:rsidR="00044E8A">
        <w:rPr>
          <w:lang w:val="fr-FR" w:bidi="fr-FR"/>
        </w:rPr>
        <w:t>Petits pots de confiture</w:t>
      </w:r>
    </w:p>
    <w:p w14:paraId="475FEEEF" w14:textId="2CA3FBCD" w:rsidR="00EB0761" w:rsidRDefault="00000000" w:rsidP="00EB0761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977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076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EB0761" w:rsidRPr="00C05092">
        <w:rPr>
          <w:lang w:val="fr-FR" w:bidi="fr-FR"/>
        </w:rPr>
        <w:tab/>
      </w:r>
      <w:r w:rsidR="00C466B8">
        <w:rPr>
          <w:lang w:val="fr-FR" w:bidi="fr-FR"/>
        </w:rPr>
        <w:t>Petits carrés de beurre</w:t>
      </w:r>
    </w:p>
    <w:p w14:paraId="0BCBA893" w14:textId="6E7B72E4" w:rsidR="00C466B8" w:rsidRDefault="00000000" w:rsidP="00C466B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729302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15F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C466B8" w:rsidRPr="00C05092">
        <w:rPr>
          <w:lang w:val="fr-FR" w:bidi="fr-FR"/>
        </w:rPr>
        <w:tab/>
      </w:r>
      <w:r w:rsidR="00C466B8">
        <w:rPr>
          <w:lang w:val="fr-FR" w:bidi="fr-FR"/>
        </w:rPr>
        <w:t>Dosettes lait en poudre</w:t>
      </w:r>
    </w:p>
    <w:p w14:paraId="22897314" w14:textId="0F069774" w:rsidR="00516C8B" w:rsidRDefault="00000000" w:rsidP="00C466B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471947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155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516C8B" w:rsidRPr="00C05092">
        <w:rPr>
          <w:lang w:val="fr-FR" w:bidi="fr-FR"/>
        </w:rPr>
        <w:tab/>
      </w:r>
      <w:r w:rsidR="00516C8B">
        <w:rPr>
          <w:lang w:val="fr-FR" w:bidi="fr-FR"/>
        </w:rPr>
        <w:t>Dosettes sucre en poudre</w:t>
      </w:r>
    </w:p>
    <w:p w14:paraId="50A49CB2" w14:textId="3A47FBB8" w:rsidR="002A15FA" w:rsidRDefault="00000000" w:rsidP="002A15F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898513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15F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A15FA" w:rsidRPr="00C05092">
        <w:rPr>
          <w:lang w:val="fr-FR" w:bidi="fr-FR"/>
        </w:rPr>
        <w:tab/>
      </w:r>
      <w:r w:rsidR="002A15FA">
        <w:rPr>
          <w:lang w:val="fr-FR" w:bidi="fr-FR"/>
        </w:rPr>
        <w:t>Café moulu</w:t>
      </w:r>
      <w:r w:rsidR="00516C8B">
        <w:rPr>
          <w:lang w:val="fr-FR" w:bidi="fr-FR"/>
        </w:rPr>
        <w:t xml:space="preserve"> 1 paquet</w:t>
      </w:r>
    </w:p>
    <w:p w14:paraId="759FD58C" w14:textId="4A42E1F2" w:rsidR="001A1552" w:rsidRDefault="00000000" w:rsidP="001A155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015672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155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1A1552" w:rsidRPr="00C05092">
        <w:rPr>
          <w:lang w:val="fr-FR" w:bidi="fr-FR"/>
        </w:rPr>
        <w:tab/>
      </w:r>
      <w:r w:rsidR="001A1552">
        <w:rPr>
          <w:lang w:val="fr-FR" w:bidi="fr-FR"/>
        </w:rPr>
        <w:t xml:space="preserve">Sel </w:t>
      </w:r>
    </w:p>
    <w:p w14:paraId="5CC15B9E" w14:textId="4A825088" w:rsidR="001A1552" w:rsidRDefault="00000000" w:rsidP="001A155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879772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155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1A1552" w:rsidRPr="00C05092">
        <w:rPr>
          <w:lang w:val="fr-FR" w:bidi="fr-FR"/>
        </w:rPr>
        <w:tab/>
      </w:r>
      <w:r w:rsidR="001A1552">
        <w:rPr>
          <w:lang w:val="fr-FR" w:bidi="fr-FR"/>
        </w:rPr>
        <w:t>Poivre</w:t>
      </w:r>
    </w:p>
    <w:p w14:paraId="45BE2EA6" w14:textId="48AC589C" w:rsidR="001A1552" w:rsidRDefault="00000000" w:rsidP="001A155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9997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155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1A1552" w:rsidRPr="00C05092">
        <w:rPr>
          <w:lang w:val="fr-FR" w:bidi="fr-FR"/>
        </w:rPr>
        <w:tab/>
      </w:r>
      <w:r w:rsidR="001A1552">
        <w:rPr>
          <w:lang w:val="fr-FR" w:bidi="fr-FR"/>
        </w:rPr>
        <w:t>Dosettes moutarde</w:t>
      </w:r>
    </w:p>
    <w:p w14:paraId="4286D661" w14:textId="238BF60F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083648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Torchon</w:t>
      </w:r>
    </w:p>
    <w:p w14:paraId="331452EE" w14:textId="127D2A04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796677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Petite glacière 5L et pack glaçons réfrigérants (très utile par forte chaleur)</w:t>
      </w:r>
    </w:p>
    <w:p w14:paraId="2979D7E7" w14:textId="77777777" w:rsidR="00856B58" w:rsidRDefault="00856B58" w:rsidP="00856B58">
      <w:pPr>
        <w:pStyle w:val="retraitcasecocher"/>
        <w:rPr>
          <w:lang w:val="fr-FR" w:bidi="fr-FR"/>
        </w:rPr>
      </w:pPr>
    </w:p>
    <w:p w14:paraId="3D545058" w14:textId="77777777" w:rsidR="003E6204" w:rsidRDefault="003E6204" w:rsidP="00856B58">
      <w:pPr>
        <w:pStyle w:val="retraitcasecocher"/>
        <w:rPr>
          <w:lang w:val="fr-FR" w:bidi="fr-FR"/>
        </w:rPr>
      </w:pPr>
    </w:p>
    <w:p w14:paraId="1DCE066B" w14:textId="46776145" w:rsidR="004E2417" w:rsidRDefault="004E2417" w:rsidP="00B217FB">
      <w:pPr>
        <w:pStyle w:val="Titre1"/>
        <w:rPr>
          <w:lang w:val="fr-FR" w:bidi="fr-FR"/>
        </w:rPr>
      </w:pPr>
      <w:r>
        <w:rPr>
          <w:lang w:val="fr-FR" w:bidi="fr-FR"/>
        </w:rPr>
        <w:t>Pharmacie</w:t>
      </w:r>
    </w:p>
    <w:p w14:paraId="366DCD7A" w14:textId="77777777" w:rsidR="00B217FB" w:rsidRDefault="00B217FB" w:rsidP="00B217FB">
      <w:pPr>
        <w:rPr>
          <w:lang w:val="fr-FR" w:bidi="fr-FR"/>
        </w:rPr>
      </w:pPr>
    </w:p>
    <w:p w14:paraId="714D8646" w14:textId="72C85A07" w:rsidR="004E2417" w:rsidRDefault="00000000" w:rsidP="004E2417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011369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417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E2417" w:rsidRPr="00C05092">
        <w:rPr>
          <w:lang w:val="fr-FR" w:bidi="fr-FR"/>
        </w:rPr>
        <w:tab/>
      </w:r>
      <w:r w:rsidR="004E2417">
        <w:rPr>
          <w:lang w:val="fr-FR" w:bidi="fr-FR"/>
        </w:rPr>
        <w:t>Sparadrap</w:t>
      </w:r>
    </w:p>
    <w:p w14:paraId="05E66773" w14:textId="4B7EEBF6" w:rsidR="003E6204" w:rsidRPr="003E6204" w:rsidRDefault="003E6204" w:rsidP="003E6204">
      <w:pPr>
        <w:pStyle w:val="retraitcasecocher"/>
        <w:rPr>
          <w:rFonts w:ascii="MS Gothic" w:eastAsia="MS Gothic" w:hAnsi="MS Gothic"/>
          <w:color w:val="BA90D4" w:themeColor="accent1"/>
          <w:lang w:val="fr-FR" w:bidi="fr-FR"/>
        </w:rPr>
      </w:pPr>
      <w:sdt>
        <w:sdtPr>
          <w:rPr>
            <w:rFonts w:ascii="MS Gothic" w:eastAsia="MS Gothic" w:hAnsi="MS Gothic"/>
            <w:color w:val="BA90D4" w:themeColor="accent1"/>
            <w:lang w:val="fr-FR"/>
          </w:rPr>
          <w:id w:val="-1944904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6204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Pr="003E6204">
        <w:rPr>
          <w:rFonts w:ascii="MS Gothic" w:eastAsia="MS Gothic" w:hAnsi="MS Gothic"/>
          <w:color w:val="BA90D4" w:themeColor="accent1"/>
          <w:lang w:val="fr-FR" w:bidi="fr-FR"/>
        </w:rPr>
        <w:tab/>
      </w:r>
      <w:r w:rsidR="006B2A20" w:rsidRPr="003E6204">
        <w:rPr>
          <w:lang w:val="fr-FR" w:bidi="fr-FR"/>
        </w:rPr>
        <w:t>Pansements</w:t>
      </w:r>
      <w:r w:rsidRPr="003E6204">
        <w:rPr>
          <w:lang w:val="fr-FR" w:bidi="fr-FR"/>
        </w:rPr>
        <w:t xml:space="preserve"> adhésifs</w:t>
      </w:r>
    </w:p>
    <w:p w14:paraId="2E1CBDF9" w14:textId="57CAFD3F" w:rsidR="005F4E28" w:rsidRDefault="00000000" w:rsidP="004E2417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4947188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417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E2417" w:rsidRPr="00C05092">
        <w:rPr>
          <w:lang w:val="fr-FR" w:bidi="fr-FR"/>
        </w:rPr>
        <w:tab/>
      </w:r>
      <w:r w:rsidR="004E2417">
        <w:rPr>
          <w:lang w:val="fr-FR" w:bidi="fr-FR"/>
        </w:rPr>
        <w:t xml:space="preserve">Compresses </w:t>
      </w:r>
      <w:r w:rsidR="006B2A20">
        <w:rPr>
          <w:lang w:val="fr-FR" w:bidi="fr-FR"/>
        </w:rPr>
        <w:t>stériles</w:t>
      </w:r>
    </w:p>
    <w:p w14:paraId="37E4946C" w14:textId="4CFEED32" w:rsidR="003E6204" w:rsidRDefault="003E6204" w:rsidP="004E2417">
      <w:pPr>
        <w:pStyle w:val="retraitcasecocher"/>
        <w:rPr>
          <w:lang w:val="fr-FR" w:bidi="fr-FR"/>
        </w:rPr>
      </w:pPr>
      <w:sdt>
        <w:sdtPr>
          <w:rPr>
            <w:lang w:val="fr-FR" w:bidi="fr-FR"/>
          </w:rPr>
          <w:id w:val="-1371757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6204">
            <w:rPr>
              <w:rFonts w:ascii="Segoe UI Symbol" w:hAnsi="Segoe UI Symbol" w:cs="Segoe UI Symbol"/>
              <w:lang w:val="fr-FR" w:bidi="fr-FR"/>
            </w:rPr>
            <w:t>☐</w:t>
          </w:r>
        </w:sdtContent>
      </w:sdt>
      <w:r w:rsidRPr="003E6204">
        <w:rPr>
          <w:lang w:val="fr-FR" w:bidi="fr-FR"/>
        </w:rPr>
        <w:tab/>
      </w:r>
      <w:r>
        <w:rPr>
          <w:lang w:val="fr-FR" w:bidi="fr-FR"/>
        </w:rPr>
        <w:t>Bande coton</w:t>
      </w:r>
    </w:p>
    <w:p w14:paraId="34474F29" w14:textId="69279219" w:rsidR="004E2417" w:rsidRDefault="00000000" w:rsidP="004E2417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653022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417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E2417" w:rsidRPr="00C05092">
        <w:rPr>
          <w:lang w:val="fr-FR" w:bidi="fr-FR"/>
        </w:rPr>
        <w:tab/>
      </w:r>
      <w:r w:rsidR="004E2417">
        <w:rPr>
          <w:lang w:val="fr-FR" w:bidi="fr-FR"/>
        </w:rPr>
        <w:t>Petits ciseaux</w:t>
      </w:r>
    </w:p>
    <w:p w14:paraId="2D046A8B" w14:textId="1C957ACB" w:rsidR="004E2417" w:rsidRDefault="00000000" w:rsidP="004E2417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69316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417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E2417" w:rsidRPr="00C05092">
        <w:rPr>
          <w:lang w:val="fr-FR" w:bidi="fr-FR"/>
        </w:rPr>
        <w:tab/>
      </w:r>
      <w:r w:rsidR="004E2417">
        <w:rPr>
          <w:lang w:val="fr-FR" w:bidi="fr-FR"/>
        </w:rPr>
        <w:t>Elastoplast</w:t>
      </w:r>
    </w:p>
    <w:p w14:paraId="757D8518" w14:textId="4995A51C" w:rsidR="004E2417" w:rsidRDefault="00000000" w:rsidP="004E2417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81569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417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E2417" w:rsidRPr="00C05092">
        <w:rPr>
          <w:lang w:val="fr-FR" w:bidi="fr-FR"/>
        </w:rPr>
        <w:tab/>
      </w:r>
      <w:r w:rsidR="009715F7">
        <w:rPr>
          <w:lang w:val="fr-FR" w:bidi="fr-FR"/>
        </w:rPr>
        <w:t>Doliprane</w:t>
      </w:r>
    </w:p>
    <w:p w14:paraId="5F9EA3A9" w14:textId="0B9872DD" w:rsidR="009715F7" w:rsidRDefault="00000000" w:rsidP="009715F7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792941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15F7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9715F7" w:rsidRPr="00C05092">
        <w:rPr>
          <w:lang w:val="fr-FR" w:bidi="fr-FR"/>
        </w:rPr>
        <w:tab/>
      </w:r>
      <w:r w:rsidR="009715F7">
        <w:rPr>
          <w:lang w:val="fr-FR" w:bidi="fr-FR"/>
        </w:rPr>
        <w:t>Pince à épiler</w:t>
      </w:r>
    </w:p>
    <w:p w14:paraId="19E698F3" w14:textId="0BE03F36" w:rsidR="0045224A" w:rsidRDefault="00000000" w:rsidP="0045224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569108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224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45224A" w:rsidRPr="00C05092">
        <w:rPr>
          <w:lang w:val="fr-FR" w:bidi="fr-FR"/>
        </w:rPr>
        <w:tab/>
      </w:r>
      <w:r w:rsidR="005F4E28">
        <w:rPr>
          <w:lang w:val="fr-FR" w:bidi="fr-FR"/>
        </w:rPr>
        <w:t xml:space="preserve">Désinfectant </w:t>
      </w:r>
      <w:r w:rsidR="006B2A20">
        <w:rPr>
          <w:lang w:val="fr-FR" w:bidi="fr-FR"/>
        </w:rPr>
        <w:t>en spray</w:t>
      </w:r>
    </w:p>
    <w:p w14:paraId="36E06B99" w14:textId="7B806169" w:rsidR="00AF4FC0" w:rsidRDefault="00000000" w:rsidP="00AF4FC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252697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4FC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F4FC0">
        <w:rPr>
          <w:lang w:val="fr-FR" w:bidi="fr-FR"/>
        </w:rPr>
        <w:tab/>
        <w:t>Boules Quies (selon le camping)</w:t>
      </w:r>
    </w:p>
    <w:p w14:paraId="1B8BA721" w14:textId="6A66098F" w:rsidR="003E6204" w:rsidRDefault="003E6204" w:rsidP="003E6204">
      <w:pPr>
        <w:pStyle w:val="retraitcasecocher"/>
        <w:rPr>
          <w:lang w:val="fr-FR" w:bidi="fr-FR"/>
        </w:rPr>
      </w:pPr>
      <w:sdt>
        <w:sdtPr>
          <w:rPr>
            <w:rFonts w:ascii="MS Gothic" w:eastAsia="MS Gothic" w:hAnsi="MS Gothic"/>
            <w:color w:val="BA90D4" w:themeColor="accent1"/>
            <w:lang w:val="fr-FR"/>
          </w:rPr>
          <w:id w:val="654956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6204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Pr="003E6204">
        <w:rPr>
          <w:rFonts w:ascii="MS Gothic" w:eastAsia="MS Gothic" w:hAnsi="MS Gothic"/>
          <w:color w:val="BA90D4" w:themeColor="accent1"/>
          <w:lang w:val="fr-FR" w:bidi="fr-FR"/>
        </w:rPr>
        <w:tab/>
      </w:r>
      <w:r w:rsidRPr="006B2A20">
        <w:rPr>
          <w:lang w:val="fr-FR" w:bidi="fr-FR"/>
        </w:rPr>
        <w:t>Gants en latex</w:t>
      </w:r>
    </w:p>
    <w:p w14:paraId="50742E1C" w14:textId="048439A1" w:rsidR="006B2A20" w:rsidRPr="006B2A20" w:rsidRDefault="006B2A20" w:rsidP="003E6204">
      <w:pPr>
        <w:pStyle w:val="retraitcasecocher"/>
        <w:rPr>
          <w:lang w:val="fr-FR" w:bidi="fr-FR"/>
        </w:rPr>
      </w:pPr>
      <w:sdt>
        <w:sdtPr>
          <w:rPr>
            <w:lang w:val="fr-FR" w:bidi="fr-FR"/>
          </w:rPr>
          <w:id w:val="674462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 w:bidi="fr-FR"/>
            </w:rPr>
            <w:t>☐</w:t>
          </w:r>
        </w:sdtContent>
      </w:sdt>
      <w:r w:rsidRPr="006B2A20">
        <w:rPr>
          <w:lang w:val="fr-FR" w:bidi="fr-FR"/>
        </w:rPr>
        <w:tab/>
      </w:r>
      <w:r w:rsidRPr="006B2A20">
        <w:rPr>
          <w:lang w:val="fr-FR" w:bidi="fr-FR"/>
        </w:rPr>
        <w:t>Un tire tiques</w:t>
      </w:r>
    </w:p>
    <w:p w14:paraId="3F678959" w14:textId="142C49A0" w:rsidR="006B2A20" w:rsidRDefault="003E6204" w:rsidP="003E6204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264646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Pr="00C05092">
        <w:rPr>
          <w:lang w:val="fr-FR" w:bidi="fr-FR"/>
        </w:rPr>
        <w:tab/>
      </w:r>
      <w:r w:rsidR="006B2A20">
        <w:rPr>
          <w:lang w:val="fr-FR" w:bidi="fr-FR"/>
        </w:rPr>
        <w:t>Gel apaisant Coups de soleil – Brûlures</w:t>
      </w:r>
    </w:p>
    <w:p w14:paraId="6521EF3B" w14:textId="04F3462F" w:rsidR="006B2A20" w:rsidRDefault="006B2A20" w:rsidP="006B2A20">
      <w:pPr>
        <w:pStyle w:val="retraitcasecocher"/>
        <w:rPr>
          <w:rFonts w:ascii="MS Gothic" w:eastAsia="MS Gothic" w:hAnsi="MS Gothic"/>
          <w:lang w:val="fr-FR" w:bidi="fr-FR"/>
        </w:rPr>
      </w:pPr>
      <w:r>
        <w:rPr>
          <w:lang w:val="fr-FR" w:bidi="fr-FR"/>
        </w:rPr>
        <w:t xml:space="preserve"> </w:t>
      </w:r>
      <w:sdt>
        <w:sdtPr>
          <w:rPr>
            <w:lang w:val="fr-FR" w:bidi="fr-FR"/>
          </w:rPr>
          <w:id w:val="1664731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B2A20">
            <w:rPr>
              <w:rFonts w:ascii="Segoe UI Symbol" w:hAnsi="Segoe UI Symbol" w:cs="Segoe UI Symbol"/>
              <w:lang w:val="fr-FR" w:bidi="fr-FR"/>
            </w:rPr>
            <w:t>☐</w:t>
          </w:r>
        </w:sdtContent>
      </w:sdt>
      <w:r w:rsidRPr="006B2A20">
        <w:rPr>
          <w:lang w:val="fr-FR" w:bidi="fr-FR"/>
        </w:rPr>
        <w:tab/>
      </w:r>
      <w:r>
        <w:rPr>
          <w:lang w:val="fr-FR" w:bidi="fr-FR"/>
        </w:rPr>
        <w:t>Crème solaire</w:t>
      </w:r>
    </w:p>
    <w:p w14:paraId="199ED2F6" w14:textId="77777777" w:rsidR="006B2A20" w:rsidRPr="006B2A20" w:rsidRDefault="006B2A20" w:rsidP="006B2A20">
      <w:pPr>
        <w:pStyle w:val="retraitcasecocher"/>
        <w:rPr>
          <w:lang w:val="fr-FR" w:bidi="fr-FR"/>
        </w:rPr>
      </w:pPr>
    </w:p>
    <w:p w14:paraId="02939EAE" w14:textId="77777777" w:rsidR="00E567ED" w:rsidRDefault="00E567ED" w:rsidP="0045224A">
      <w:pPr>
        <w:pStyle w:val="retraitcasecocher"/>
        <w:rPr>
          <w:lang w:val="fr-FR" w:bidi="fr-FR"/>
        </w:rPr>
      </w:pPr>
    </w:p>
    <w:p w14:paraId="1AD84884" w14:textId="4BE12705" w:rsidR="00E567ED" w:rsidRDefault="00E567ED" w:rsidP="0045224A">
      <w:pPr>
        <w:pStyle w:val="retraitcasecocher"/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</w:pPr>
      <w:r w:rsidRPr="00E567ED"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  <w:t>Outils</w:t>
      </w:r>
    </w:p>
    <w:p w14:paraId="43BD0BB8" w14:textId="77777777" w:rsidR="00B217FB" w:rsidRDefault="00B217FB" w:rsidP="0045224A">
      <w:pPr>
        <w:pStyle w:val="retraitcasecocher"/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</w:pPr>
    </w:p>
    <w:p w14:paraId="7E3A47CA" w14:textId="77777777" w:rsidR="009715F7" w:rsidRDefault="009715F7" w:rsidP="009715F7">
      <w:pPr>
        <w:pStyle w:val="retraitcasecocher"/>
        <w:rPr>
          <w:lang w:val="fr-FR" w:bidi="fr-FR"/>
        </w:rPr>
      </w:pPr>
    </w:p>
    <w:p w14:paraId="3269C8F3" w14:textId="3A53FF07" w:rsidR="00E567ED" w:rsidRDefault="00000000" w:rsidP="00E567ED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3054306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D096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E567ED" w:rsidRPr="00C05092">
        <w:rPr>
          <w:lang w:val="fr-FR" w:bidi="fr-FR"/>
        </w:rPr>
        <w:tab/>
      </w:r>
      <w:r w:rsidR="00E567ED">
        <w:rPr>
          <w:lang w:val="fr-FR" w:bidi="fr-FR"/>
        </w:rPr>
        <w:t>Rustines</w:t>
      </w:r>
      <w:r w:rsidR="002D096A">
        <w:rPr>
          <w:lang w:val="fr-FR" w:bidi="fr-FR"/>
        </w:rPr>
        <w:t xml:space="preserve"> et colle</w:t>
      </w:r>
    </w:p>
    <w:p w14:paraId="644C8776" w14:textId="416F117E" w:rsidR="002D096A" w:rsidRDefault="00000000" w:rsidP="002D096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209715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D096A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D096A" w:rsidRPr="00C05092">
        <w:rPr>
          <w:lang w:val="fr-FR" w:bidi="fr-FR"/>
        </w:rPr>
        <w:tab/>
      </w:r>
      <w:r w:rsidR="002D096A">
        <w:rPr>
          <w:lang w:val="fr-FR" w:bidi="fr-FR"/>
        </w:rPr>
        <w:t>Chambre à air de rechange</w:t>
      </w:r>
    </w:p>
    <w:p w14:paraId="6C89D44E" w14:textId="285EE855" w:rsidR="002D096A" w:rsidRDefault="00000000" w:rsidP="002D096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9386418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04C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D096A" w:rsidRPr="00C05092">
        <w:rPr>
          <w:lang w:val="fr-FR" w:bidi="fr-FR"/>
        </w:rPr>
        <w:tab/>
      </w:r>
      <w:r w:rsidR="006104C1">
        <w:rPr>
          <w:lang w:val="fr-FR" w:bidi="fr-FR"/>
        </w:rPr>
        <w:t>Go</w:t>
      </w:r>
      <w:r w:rsidR="00DA650F">
        <w:rPr>
          <w:lang w:val="fr-FR" w:bidi="fr-FR"/>
        </w:rPr>
        <w:t>n</w:t>
      </w:r>
      <w:r w:rsidR="006104C1">
        <w:rPr>
          <w:lang w:val="fr-FR" w:bidi="fr-FR"/>
        </w:rPr>
        <w:t>fleur CO2 + Cartouches ou pompe</w:t>
      </w:r>
    </w:p>
    <w:p w14:paraId="05334C0D" w14:textId="47FE81B0" w:rsidR="002D096A" w:rsidRDefault="00000000" w:rsidP="002D096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026786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04C1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2D096A" w:rsidRPr="00C05092">
        <w:rPr>
          <w:lang w:val="fr-FR" w:bidi="fr-FR"/>
        </w:rPr>
        <w:tab/>
      </w:r>
      <w:r w:rsidR="005852A0">
        <w:rPr>
          <w:lang w:val="fr-FR" w:bidi="fr-FR"/>
        </w:rPr>
        <w:t>Démonte pneus an acier</w:t>
      </w:r>
    </w:p>
    <w:p w14:paraId="6F7CC2F3" w14:textId="3574D2A1" w:rsidR="005852A0" w:rsidRDefault="00000000" w:rsidP="005852A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372960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52A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5852A0" w:rsidRPr="00C05092">
        <w:rPr>
          <w:lang w:val="fr-FR" w:bidi="fr-FR"/>
        </w:rPr>
        <w:tab/>
      </w:r>
      <w:r w:rsidR="005852A0">
        <w:rPr>
          <w:lang w:val="fr-FR" w:bidi="fr-FR"/>
        </w:rPr>
        <w:t>Outil multifonctions</w:t>
      </w:r>
    </w:p>
    <w:p w14:paraId="6CE5FAF7" w14:textId="04184A07" w:rsidR="005852A0" w:rsidRDefault="00000000" w:rsidP="005852A0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67322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52A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5852A0" w:rsidRPr="00C05092">
        <w:rPr>
          <w:lang w:val="fr-FR" w:bidi="fr-FR"/>
        </w:rPr>
        <w:tab/>
      </w:r>
      <w:r w:rsidR="005852A0">
        <w:rPr>
          <w:lang w:val="fr-FR" w:bidi="fr-FR"/>
        </w:rPr>
        <w:t>1 attache rapide Chaine</w:t>
      </w:r>
    </w:p>
    <w:p w14:paraId="2170D5E4" w14:textId="4249CC8D" w:rsidR="006B2A20" w:rsidRDefault="006B2A20" w:rsidP="005852A0">
      <w:pPr>
        <w:pStyle w:val="retraitcasecocher"/>
        <w:rPr>
          <w:lang w:val="fr-FR" w:bidi="fr-FR"/>
        </w:rPr>
      </w:pPr>
      <w:sdt>
        <w:sdtPr>
          <w:rPr>
            <w:rFonts w:ascii="MS Gothic" w:eastAsia="MS Gothic" w:hAnsi="MS Gothic"/>
            <w:color w:val="BA90D4" w:themeColor="accent1"/>
            <w:lang w:val="fr-FR"/>
          </w:rPr>
          <w:id w:val="1750843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B2A2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Pr="006B2A20">
        <w:rPr>
          <w:rFonts w:ascii="MS Gothic" w:eastAsia="MS Gothic" w:hAnsi="MS Gothic"/>
          <w:color w:val="BA90D4" w:themeColor="accent1"/>
          <w:lang w:val="fr-FR" w:bidi="fr-FR"/>
        </w:rPr>
        <w:tab/>
      </w:r>
      <w:r w:rsidRPr="006B2A20">
        <w:rPr>
          <w:lang w:val="fr-FR" w:bidi="fr-FR"/>
        </w:rPr>
        <w:t>Plaquettes de frein</w:t>
      </w:r>
    </w:p>
    <w:p w14:paraId="4947B9D8" w14:textId="4CDE815D" w:rsidR="00CF52BB" w:rsidRDefault="00000000" w:rsidP="00CF52BB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699751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2BB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CF52BB" w:rsidRPr="00C05092">
        <w:rPr>
          <w:lang w:val="fr-FR" w:bidi="fr-FR"/>
        </w:rPr>
        <w:tab/>
      </w:r>
      <w:r w:rsidR="00CF52BB">
        <w:rPr>
          <w:lang w:val="fr-FR" w:bidi="fr-FR"/>
        </w:rPr>
        <w:t>1 clé à rayons</w:t>
      </w:r>
    </w:p>
    <w:p w14:paraId="4F499B68" w14:textId="059E96F5" w:rsidR="00CF52BB" w:rsidRDefault="00000000" w:rsidP="00CF52BB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677688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3769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CF52BB" w:rsidRPr="00C05092">
        <w:rPr>
          <w:lang w:val="fr-FR" w:bidi="fr-FR"/>
        </w:rPr>
        <w:tab/>
      </w:r>
      <w:r w:rsidR="00CF52BB">
        <w:rPr>
          <w:lang w:val="fr-FR" w:bidi="fr-FR"/>
        </w:rPr>
        <w:t>1 aimant</w:t>
      </w:r>
      <w:r w:rsidR="00023769">
        <w:rPr>
          <w:lang w:val="fr-FR" w:bidi="fr-FR"/>
        </w:rPr>
        <w:t xml:space="preserve"> de roue</w:t>
      </w:r>
      <w:r w:rsidR="00CF52BB">
        <w:rPr>
          <w:lang w:val="fr-FR" w:bidi="fr-FR"/>
        </w:rPr>
        <w:t xml:space="preserve"> pour VAE </w:t>
      </w:r>
    </w:p>
    <w:p w14:paraId="2AA3DE37" w14:textId="26752884" w:rsidR="00023769" w:rsidRDefault="00000000" w:rsidP="00023769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748706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3769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23769" w:rsidRPr="00C05092">
        <w:rPr>
          <w:lang w:val="fr-FR" w:bidi="fr-FR"/>
        </w:rPr>
        <w:tab/>
      </w:r>
      <w:r w:rsidR="00023769">
        <w:rPr>
          <w:lang w:val="fr-FR" w:bidi="fr-FR"/>
        </w:rPr>
        <w:t xml:space="preserve">Gants </w:t>
      </w:r>
      <w:r w:rsidR="00482533">
        <w:rPr>
          <w:lang w:val="fr-FR" w:bidi="fr-FR"/>
        </w:rPr>
        <w:t xml:space="preserve">Latex </w:t>
      </w:r>
      <w:r w:rsidR="00000614">
        <w:rPr>
          <w:lang w:val="fr-FR" w:bidi="fr-FR"/>
        </w:rPr>
        <w:t>(important)</w:t>
      </w:r>
    </w:p>
    <w:p w14:paraId="721F635E" w14:textId="3FB104D1" w:rsidR="00000614" w:rsidRDefault="00000000" w:rsidP="00000614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569257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0614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00614" w:rsidRPr="00C05092">
        <w:rPr>
          <w:lang w:val="fr-FR" w:bidi="fr-FR"/>
        </w:rPr>
        <w:tab/>
      </w:r>
      <w:r w:rsidR="00000614">
        <w:rPr>
          <w:lang w:val="fr-FR" w:bidi="fr-FR"/>
        </w:rPr>
        <w:t>Vieux chiffon</w:t>
      </w:r>
    </w:p>
    <w:p w14:paraId="4B229FA8" w14:textId="41E4733A" w:rsidR="00000614" w:rsidRDefault="00000000" w:rsidP="00000614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629977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0614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000614" w:rsidRPr="00C05092">
        <w:rPr>
          <w:lang w:val="fr-FR" w:bidi="fr-FR"/>
        </w:rPr>
        <w:tab/>
      </w:r>
      <w:r w:rsidR="00000614">
        <w:rPr>
          <w:lang w:val="fr-FR" w:bidi="fr-FR"/>
        </w:rPr>
        <w:t xml:space="preserve">Quelques serre-câble </w:t>
      </w:r>
      <w:r w:rsidR="0094008A">
        <w:rPr>
          <w:lang w:val="fr-FR" w:bidi="fr-FR"/>
        </w:rPr>
        <w:t xml:space="preserve">électriques </w:t>
      </w:r>
      <w:r w:rsidR="0036248B">
        <w:rPr>
          <w:lang w:val="fr-FR" w:bidi="fr-FR"/>
        </w:rPr>
        <w:t>(ça</w:t>
      </w:r>
      <w:r w:rsidR="0094008A">
        <w:rPr>
          <w:lang w:val="fr-FR" w:bidi="fr-FR"/>
        </w:rPr>
        <w:t xml:space="preserve"> sert pour tout).</w:t>
      </w:r>
    </w:p>
    <w:p w14:paraId="54EC13E0" w14:textId="77777777" w:rsidR="00000614" w:rsidRDefault="00000614" w:rsidP="00023769">
      <w:pPr>
        <w:pStyle w:val="retraitcasecocher"/>
        <w:rPr>
          <w:lang w:val="fr-FR" w:bidi="fr-FR"/>
        </w:rPr>
      </w:pPr>
    </w:p>
    <w:p w14:paraId="3BCE144F" w14:textId="77777777" w:rsidR="00023769" w:rsidRDefault="00023769" w:rsidP="00CF52BB">
      <w:pPr>
        <w:pStyle w:val="retraitcasecocher"/>
        <w:rPr>
          <w:lang w:val="fr-FR" w:bidi="fr-FR"/>
        </w:rPr>
      </w:pPr>
    </w:p>
    <w:p w14:paraId="7751469F" w14:textId="77777777" w:rsidR="009F06BE" w:rsidRDefault="009F06BE" w:rsidP="00CF52BB">
      <w:pPr>
        <w:pStyle w:val="retraitcasecocher"/>
        <w:rPr>
          <w:lang w:val="fr-FR" w:bidi="fr-FR"/>
        </w:rPr>
      </w:pPr>
    </w:p>
    <w:p w14:paraId="59036B3C" w14:textId="77777777" w:rsidR="009F06BE" w:rsidRDefault="009F06BE" w:rsidP="00CF52BB">
      <w:pPr>
        <w:pStyle w:val="retraitcasecocher"/>
        <w:rPr>
          <w:lang w:val="fr-FR" w:bidi="fr-FR"/>
        </w:rPr>
      </w:pPr>
    </w:p>
    <w:p w14:paraId="6159CB36" w14:textId="35916228" w:rsidR="006104C1" w:rsidRDefault="00F91E89" w:rsidP="002D096A">
      <w:pPr>
        <w:pStyle w:val="retraitcasecocher"/>
        <w:rPr>
          <w:lang w:val="fr-FR" w:bidi="fr-FR"/>
        </w:rPr>
      </w:pPr>
      <w:r w:rsidRPr="00856B58"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  <w:lastRenderedPageBreak/>
        <w:t>Habits</w:t>
      </w:r>
      <w:r w:rsidR="003E6204"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  <w:t xml:space="preserve"> - Equipement</w:t>
      </w:r>
    </w:p>
    <w:p w14:paraId="70C61252" w14:textId="77777777" w:rsidR="00856B58" w:rsidRDefault="00856B58" w:rsidP="002D096A">
      <w:pPr>
        <w:pStyle w:val="retraitcasecocher"/>
        <w:rPr>
          <w:lang w:val="fr-FR" w:bidi="fr-FR"/>
        </w:rPr>
      </w:pPr>
    </w:p>
    <w:p w14:paraId="57673789" w14:textId="1BF1094F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692299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Cuissards (2 si long voyage)</w:t>
      </w:r>
    </w:p>
    <w:p w14:paraId="5E6BB1AE" w14:textId="78AC435E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74029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Maillots</w:t>
      </w:r>
      <w:r w:rsidR="00AF4FC0">
        <w:rPr>
          <w:lang w:val="fr-FR" w:bidi="fr-FR"/>
        </w:rPr>
        <w:t>(2)</w:t>
      </w:r>
    </w:p>
    <w:bookmarkStart w:id="2" w:name="_Hlk136160798"/>
    <w:p w14:paraId="6E3D8C1F" w14:textId="087F9548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024274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6204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Chaussures de vélo</w:t>
      </w:r>
    </w:p>
    <w:bookmarkEnd w:id="2"/>
    <w:p w14:paraId="4F05D6BD" w14:textId="6900137F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415602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Gants</w:t>
      </w:r>
    </w:p>
    <w:p w14:paraId="49BC2858" w14:textId="2DD1B7EE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110326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Chaussettes</w:t>
      </w:r>
    </w:p>
    <w:p w14:paraId="2CCA6CDB" w14:textId="6DECD717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439221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Casque</w:t>
      </w:r>
    </w:p>
    <w:p w14:paraId="2E6AAC53" w14:textId="250EA4B4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610750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Veste de pluie</w:t>
      </w:r>
    </w:p>
    <w:p w14:paraId="296ABD11" w14:textId="34B2ACB6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13887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Pantalon de pluie</w:t>
      </w:r>
    </w:p>
    <w:p w14:paraId="4F2E72FD" w14:textId="74FA8FC5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339734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Couvre chaussures étanches</w:t>
      </w:r>
    </w:p>
    <w:p w14:paraId="6A3D6F4B" w14:textId="24E0498A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952597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1 bas de survêtement</w:t>
      </w:r>
    </w:p>
    <w:p w14:paraId="78F6B057" w14:textId="2C08A4C3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097827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1 haut chaud pour la nuit</w:t>
      </w:r>
    </w:p>
    <w:p w14:paraId="71B31B7A" w14:textId="69979B32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366106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Des claquettes pour la douche</w:t>
      </w:r>
    </w:p>
    <w:p w14:paraId="0146D7EC" w14:textId="67CB446E" w:rsidR="00856B58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911965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T-shirt pour se changer après la douche</w:t>
      </w:r>
    </w:p>
    <w:p w14:paraId="7701032D" w14:textId="016A55DA" w:rsidR="003E6204" w:rsidRDefault="00000000" w:rsidP="00856B58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032178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6B58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856B58">
        <w:rPr>
          <w:lang w:val="fr-FR" w:bidi="fr-FR"/>
        </w:rPr>
        <w:tab/>
        <w:t>1 short</w:t>
      </w:r>
    </w:p>
    <w:p w14:paraId="693F2A9C" w14:textId="74165B03" w:rsidR="003E6204" w:rsidRPr="003E6204" w:rsidRDefault="003E6204" w:rsidP="003E6204">
      <w:pPr>
        <w:pStyle w:val="retraitcasecocher"/>
        <w:rPr>
          <w:color w:val="FF0000"/>
          <w:lang w:val="fr-FR" w:bidi="fr-FR"/>
        </w:rPr>
      </w:pPr>
      <w:sdt>
        <w:sdtPr>
          <w:rPr>
            <w:lang w:val="fr-FR" w:bidi="fr-FR"/>
          </w:rPr>
          <w:id w:val="76714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 w:bidi="fr-FR"/>
            </w:rPr>
            <w:t>☐</w:t>
          </w:r>
        </w:sdtContent>
      </w:sdt>
      <w:r w:rsidRPr="003E6204">
        <w:rPr>
          <w:lang w:val="fr-FR" w:bidi="fr-FR"/>
        </w:rPr>
        <w:tab/>
      </w:r>
      <w:r w:rsidRPr="003E6204">
        <w:rPr>
          <w:color w:val="FF0000"/>
          <w:lang w:val="fr-FR" w:bidi="fr-FR"/>
        </w:rPr>
        <w:t>Lunettes de soleil</w:t>
      </w:r>
    </w:p>
    <w:p w14:paraId="5EE7AA1C" w14:textId="77777777" w:rsidR="003E6204" w:rsidRDefault="003E6204" w:rsidP="00856B58">
      <w:pPr>
        <w:pStyle w:val="retraitcasecocher"/>
        <w:rPr>
          <w:lang w:val="fr-FR" w:bidi="fr-FR"/>
        </w:rPr>
      </w:pPr>
    </w:p>
    <w:p w14:paraId="4E0C491B" w14:textId="77777777" w:rsidR="003E6204" w:rsidRDefault="003E6204" w:rsidP="00856B58">
      <w:pPr>
        <w:pStyle w:val="retraitcasecocher"/>
        <w:rPr>
          <w:lang w:val="fr-FR" w:bidi="fr-FR"/>
        </w:rPr>
      </w:pPr>
    </w:p>
    <w:bookmarkEnd w:id="1"/>
    <w:p w14:paraId="417E9F7A" w14:textId="5D288108" w:rsidR="007D6F3A" w:rsidRDefault="007D6F3A" w:rsidP="00975CC6">
      <w:pPr>
        <w:pStyle w:val="retraitcasecocher"/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</w:pPr>
      <w:r w:rsidRPr="007D6F3A"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  <w:t>Filmer</w:t>
      </w:r>
    </w:p>
    <w:p w14:paraId="3CE1C154" w14:textId="77777777" w:rsidR="007D6F3A" w:rsidRDefault="007D6F3A" w:rsidP="00975CC6">
      <w:pPr>
        <w:pStyle w:val="retraitcasecocher"/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</w:pPr>
    </w:p>
    <w:p w14:paraId="4D134156" w14:textId="39322603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353544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Drone</w:t>
      </w:r>
    </w:p>
    <w:p w14:paraId="02AEC2A0" w14:textId="05F90349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751304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Batteries drone</w:t>
      </w:r>
    </w:p>
    <w:p w14:paraId="430EBF84" w14:textId="669B10E4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853380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Chargeur batterie</w:t>
      </w:r>
      <w:r w:rsidR="003E6204">
        <w:rPr>
          <w:lang w:val="fr-FR" w:bidi="fr-FR"/>
        </w:rPr>
        <w:t>s</w:t>
      </w:r>
      <w:r w:rsidR="007D6F3A">
        <w:rPr>
          <w:lang w:val="fr-FR" w:bidi="fr-FR"/>
        </w:rPr>
        <w:t xml:space="preserve"> drone</w:t>
      </w:r>
    </w:p>
    <w:p w14:paraId="6AD305E9" w14:textId="61AC3066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607262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Cartes SD drone</w:t>
      </w:r>
    </w:p>
    <w:p w14:paraId="52A3F20C" w14:textId="6C512283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1534883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Télécommande drone</w:t>
      </w:r>
    </w:p>
    <w:p w14:paraId="586EE043" w14:textId="1F6342A7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480127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GoPro 11</w:t>
      </w:r>
    </w:p>
    <w:p w14:paraId="1F930065" w14:textId="01859347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2023275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Batteries GoPro + câble USB</w:t>
      </w:r>
    </w:p>
    <w:p w14:paraId="1B5C996A" w14:textId="04B825C8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921169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Cartes SD GoPro</w:t>
      </w:r>
    </w:p>
    <w:p w14:paraId="21C733F2" w14:textId="31CB8C45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482196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Poignée Volta GoPro + câble USB</w:t>
      </w:r>
    </w:p>
    <w:p w14:paraId="18E96DE7" w14:textId="291E0B82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021614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Micros sans fil Hollyland</w:t>
      </w:r>
    </w:p>
    <w:p w14:paraId="51BF6535" w14:textId="070C7C36" w:rsidR="007D6F3A" w:rsidRDefault="00000000" w:rsidP="007D6F3A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90600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5BD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7D6F3A">
        <w:rPr>
          <w:lang w:val="fr-FR" w:bidi="fr-FR"/>
        </w:rPr>
        <w:tab/>
        <w:t>Perche trépied GoPro</w:t>
      </w:r>
    </w:p>
    <w:p w14:paraId="1D4642AA" w14:textId="77777777" w:rsidR="00181F75" w:rsidRDefault="00181F75" w:rsidP="007D6F3A">
      <w:pPr>
        <w:pStyle w:val="retraitcasecocher"/>
        <w:rPr>
          <w:lang w:val="fr-FR" w:bidi="fr-FR"/>
        </w:rPr>
      </w:pPr>
    </w:p>
    <w:p w14:paraId="3D4C2609" w14:textId="77777777" w:rsidR="00181F75" w:rsidRDefault="00181F75" w:rsidP="007D6F3A">
      <w:pPr>
        <w:pStyle w:val="retraitcasecocher"/>
        <w:rPr>
          <w:lang w:val="fr-FR" w:bidi="fr-FR"/>
        </w:rPr>
      </w:pPr>
    </w:p>
    <w:p w14:paraId="32AA02BD" w14:textId="5E0291A6" w:rsidR="007D6F3A" w:rsidRDefault="00181F75" w:rsidP="00975CC6">
      <w:pPr>
        <w:pStyle w:val="retraitcasecocher"/>
        <w:rPr>
          <w:lang w:val="fr-FR" w:bidi="fr-FR"/>
        </w:rPr>
      </w:pPr>
      <w:r w:rsidRPr="00AF43B2">
        <w:rPr>
          <w:rFonts w:ascii="Comic Sans MS" w:eastAsiaTheme="majorEastAsia" w:hAnsi="Comic Sans MS" w:cstheme="majorBidi"/>
          <w:b/>
          <w:bCs/>
          <w:color w:val="BA90D4" w:themeColor="accent1"/>
          <w:spacing w:val="-10"/>
          <w:sz w:val="28"/>
          <w:szCs w:val="28"/>
          <w:lang w:val="fr-FR" w:bidi="fr-FR"/>
        </w:rPr>
        <w:t>Autres</w:t>
      </w:r>
      <w:r>
        <w:rPr>
          <w:lang w:val="fr-FR" w:bidi="fr-FR"/>
        </w:rPr>
        <w:t xml:space="preserve"> </w:t>
      </w:r>
    </w:p>
    <w:p w14:paraId="1C9ECE2B" w14:textId="77777777" w:rsidR="00AF43B2" w:rsidRDefault="00AF43B2" w:rsidP="00975CC6">
      <w:pPr>
        <w:pStyle w:val="retraitcasecocher"/>
        <w:rPr>
          <w:lang w:val="fr-FR" w:bidi="fr-FR"/>
        </w:rPr>
      </w:pPr>
    </w:p>
    <w:p w14:paraId="3356C817" w14:textId="5E8587D1" w:rsidR="00AF43B2" w:rsidRDefault="00000000" w:rsidP="00975CC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706226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43B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F43B2">
        <w:rPr>
          <w:lang w:val="fr-FR" w:bidi="fr-FR"/>
        </w:rPr>
        <w:tab/>
      </w:r>
      <w:r w:rsidR="00AF43B2" w:rsidRPr="00AF43B2">
        <w:rPr>
          <w:b/>
          <w:bCs/>
          <w:color w:val="FF0000"/>
          <w:lang w:val="fr-FR" w:bidi="fr-FR"/>
        </w:rPr>
        <w:t>Portefeuille avec CB</w:t>
      </w:r>
    </w:p>
    <w:p w14:paraId="3168C3AC" w14:textId="2322BB54" w:rsidR="00AF43B2" w:rsidRDefault="00000000" w:rsidP="00975CC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78829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43B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F43B2">
        <w:rPr>
          <w:lang w:val="fr-FR" w:bidi="fr-FR"/>
        </w:rPr>
        <w:tab/>
        <w:t>Papiers d’identité</w:t>
      </w:r>
    </w:p>
    <w:p w14:paraId="01F09C76" w14:textId="0BDC7C63" w:rsidR="00A10150" w:rsidRDefault="00000000" w:rsidP="00975CC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431783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0150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10150">
        <w:rPr>
          <w:lang w:val="fr-FR" w:bidi="fr-FR"/>
        </w:rPr>
        <w:tab/>
        <w:t xml:space="preserve">Un peu de liquide </w:t>
      </w:r>
    </w:p>
    <w:p w14:paraId="0D1BBE64" w14:textId="3A83048F" w:rsidR="00AF43B2" w:rsidRDefault="00000000" w:rsidP="00AF43B2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-2129463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43B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F43B2">
        <w:rPr>
          <w:lang w:val="fr-FR" w:bidi="fr-FR"/>
        </w:rPr>
        <w:tab/>
        <w:t>Chèques vacances en France</w:t>
      </w:r>
    </w:p>
    <w:p w14:paraId="3138D77C" w14:textId="58204B10" w:rsidR="00AF43B2" w:rsidRDefault="00000000" w:rsidP="00975CC6">
      <w:pPr>
        <w:pStyle w:val="retraitcasecocher"/>
        <w:rPr>
          <w:lang w:val="fr-FR" w:bidi="fr-FR"/>
        </w:rPr>
      </w:pPr>
      <w:sdt>
        <w:sdtPr>
          <w:rPr>
            <w:color w:val="BA90D4" w:themeColor="accent1"/>
            <w:lang w:val="fr-FR"/>
          </w:rPr>
          <w:id w:val="171052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43B2">
            <w:rPr>
              <w:rFonts w:ascii="MS Gothic" w:eastAsia="MS Gothic" w:hAnsi="MS Gothic" w:hint="eastAsia"/>
              <w:color w:val="BA90D4" w:themeColor="accent1"/>
              <w:lang w:val="fr-FR"/>
            </w:rPr>
            <w:t>☐</w:t>
          </w:r>
        </w:sdtContent>
      </w:sdt>
      <w:r w:rsidR="00AF43B2">
        <w:rPr>
          <w:lang w:val="fr-FR" w:bidi="fr-FR"/>
        </w:rPr>
        <w:tab/>
        <w:t>Chèque déjeuner selon le cas</w:t>
      </w:r>
    </w:p>
    <w:sectPr w:rsidR="00AF43B2" w:rsidSect="00C05092">
      <w:type w:val="continuous"/>
      <w:pgSz w:w="11906" w:h="16838" w:code="9"/>
      <w:pgMar w:top="1134" w:right="720" w:bottom="720" w:left="2880" w:header="706" w:footer="706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CFCF6" w14:textId="77777777" w:rsidR="00CD4795" w:rsidRDefault="00CD4795" w:rsidP="007E740D">
      <w:r>
        <w:separator/>
      </w:r>
    </w:p>
  </w:endnote>
  <w:endnote w:type="continuationSeparator" w:id="0">
    <w:p w14:paraId="6FA77E73" w14:textId="77777777" w:rsidR="00CD4795" w:rsidRDefault="00CD4795" w:rsidP="007E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869C" w14:textId="77777777" w:rsidR="00CD4795" w:rsidRDefault="00CD4795" w:rsidP="007E740D">
      <w:r>
        <w:separator/>
      </w:r>
    </w:p>
  </w:footnote>
  <w:footnote w:type="continuationSeparator" w:id="0">
    <w:p w14:paraId="0D6791D3" w14:textId="77777777" w:rsidR="00CD4795" w:rsidRDefault="00CD4795" w:rsidP="007E7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1300"/>
    <w:multiLevelType w:val="hybridMultilevel"/>
    <w:tmpl w:val="3E76BBD4"/>
    <w:lvl w:ilvl="0" w:tplc="79BC9A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C036F"/>
    <w:multiLevelType w:val="multilevel"/>
    <w:tmpl w:val="9DC88B5E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814017"/>
    <w:multiLevelType w:val="multilevel"/>
    <w:tmpl w:val="F958605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EA656A"/>
    <w:multiLevelType w:val="multilevel"/>
    <w:tmpl w:val="EE7A724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122770"/>
    <w:multiLevelType w:val="multilevel"/>
    <w:tmpl w:val="F958605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FC6131"/>
    <w:multiLevelType w:val="multilevel"/>
    <w:tmpl w:val="A880B4B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450F7"/>
    <w:multiLevelType w:val="multilevel"/>
    <w:tmpl w:val="A880B4B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633596"/>
    <w:multiLevelType w:val="multilevel"/>
    <w:tmpl w:val="EE7A724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8C6917"/>
    <w:multiLevelType w:val="multilevel"/>
    <w:tmpl w:val="C47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4E422F"/>
    <w:multiLevelType w:val="multilevel"/>
    <w:tmpl w:val="9DC88B5E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D50ED8"/>
    <w:multiLevelType w:val="multilevel"/>
    <w:tmpl w:val="39C0C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1704707">
    <w:abstractNumId w:val="10"/>
  </w:num>
  <w:num w:numId="2" w16cid:durableId="1776245260">
    <w:abstractNumId w:val="1"/>
  </w:num>
  <w:num w:numId="3" w16cid:durableId="871843687">
    <w:abstractNumId w:val="5"/>
  </w:num>
  <w:num w:numId="4" w16cid:durableId="907694866">
    <w:abstractNumId w:val="3"/>
  </w:num>
  <w:num w:numId="5" w16cid:durableId="334309923">
    <w:abstractNumId w:val="8"/>
  </w:num>
  <w:num w:numId="6" w16cid:durableId="732313072">
    <w:abstractNumId w:val="9"/>
  </w:num>
  <w:num w:numId="7" w16cid:durableId="1860124072">
    <w:abstractNumId w:val="6"/>
  </w:num>
  <w:num w:numId="8" w16cid:durableId="1318415563">
    <w:abstractNumId w:val="7"/>
  </w:num>
  <w:num w:numId="9" w16cid:durableId="1231425570">
    <w:abstractNumId w:val="2"/>
  </w:num>
  <w:num w:numId="10" w16cid:durableId="1842894531">
    <w:abstractNumId w:val="4"/>
  </w:num>
  <w:num w:numId="11" w16cid:durableId="122397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CCA"/>
    <w:rsid w:val="00000614"/>
    <w:rsid w:val="00023769"/>
    <w:rsid w:val="00033E7F"/>
    <w:rsid w:val="00044E8A"/>
    <w:rsid w:val="00047222"/>
    <w:rsid w:val="000528E0"/>
    <w:rsid w:val="0006085C"/>
    <w:rsid w:val="00062160"/>
    <w:rsid w:val="00073EB8"/>
    <w:rsid w:val="00080520"/>
    <w:rsid w:val="00095E95"/>
    <w:rsid w:val="00095F05"/>
    <w:rsid w:val="000A59DC"/>
    <w:rsid w:val="000B7A81"/>
    <w:rsid w:val="000C147F"/>
    <w:rsid w:val="0011717D"/>
    <w:rsid w:val="001746B1"/>
    <w:rsid w:val="00181F75"/>
    <w:rsid w:val="0018403A"/>
    <w:rsid w:val="001A1552"/>
    <w:rsid w:val="001B5E0C"/>
    <w:rsid w:val="001C0506"/>
    <w:rsid w:val="002060FE"/>
    <w:rsid w:val="0021069F"/>
    <w:rsid w:val="002128E6"/>
    <w:rsid w:val="00234947"/>
    <w:rsid w:val="00275E04"/>
    <w:rsid w:val="002861B4"/>
    <w:rsid w:val="002A15FA"/>
    <w:rsid w:val="002A4007"/>
    <w:rsid w:val="002C2B68"/>
    <w:rsid w:val="002C3147"/>
    <w:rsid w:val="002D096A"/>
    <w:rsid w:val="002F7796"/>
    <w:rsid w:val="00321500"/>
    <w:rsid w:val="003620A2"/>
    <w:rsid w:val="0036248B"/>
    <w:rsid w:val="003729F6"/>
    <w:rsid w:val="00392A16"/>
    <w:rsid w:val="00395AEE"/>
    <w:rsid w:val="003E2623"/>
    <w:rsid w:val="003E6204"/>
    <w:rsid w:val="003F2C8A"/>
    <w:rsid w:val="00402A8C"/>
    <w:rsid w:val="00413DE9"/>
    <w:rsid w:val="00417FC6"/>
    <w:rsid w:val="0045224A"/>
    <w:rsid w:val="00464CAD"/>
    <w:rsid w:val="00482533"/>
    <w:rsid w:val="00483F7A"/>
    <w:rsid w:val="0049360F"/>
    <w:rsid w:val="004D7BBE"/>
    <w:rsid w:val="004E2417"/>
    <w:rsid w:val="004E6F3C"/>
    <w:rsid w:val="005063C9"/>
    <w:rsid w:val="00516635"/>
    <w:rsid w:val="00516C8B"/>
    <w:rsid w:val="00526EA9"/>
    <w:rsid w:val="005438EC"/>
    <w:rsid w:val="005444A8"/>
    <w:rsid w:val="005852A0"/>
    <w:rsid w:val="005A32E1"/>
    <w:rsid w:val="005C0443"/>
    <w:rsid w:val="005C5824"/>
    <w:rsid w:val="005E0CB9"/>
    <w:rsid w:val="005F0980"/>
    <w:rsid w:val="005F4E28"/>
    <w:rsid w:val="006104C1"/>
    <w:rsid w:val="00675052"/>
    <w:rsid w:val="00681D4D"/>
    <w:rsid w:val="00684A2F"/>
    <w:rsid w:val="006875F0"/>
    <w:rsid w:val="006A7F66"/>
    <w:rsid w:val="006B2A20"/>
    <w:rsid w:val="006B5544"/>
    <w:rsid w:val="006C2844"/>
    <w:rsid w:val="006E2511"/>
    <w:rsid w:val="006F42E9"/>
    <w:rsid w:val="00710724"/>
    <w:rsid w:val="00725092"/>
    <w:rsid w:val="007515D7"/>
    <w:rsid w:val="007D4BCD"/>
    <w:rsid w:val="007D6F3A"/>
    <w:rsid w:val="007E1739"/>
    <w:rsid w:val="007E740D"/>
    <w:rsid w:val="00816805"/>
    <w:rsid w:val="00824124"/>
    <w:rsid w:val="008250CE"/>
    <w:rsid w:val="00842C8E"/>
    <w:rsid w:val="008556FE"/>
    <w:rsid w:val="00856B58"/>
    <w:rsid w:val="0089746C"/>
    <w:rsid w:val="008A7BCF"/>
    <w:rsid w:val="008D1399"/>
    <w:rsid w:val="008D3B9E"/>
    <w:rsid w:val="008D5415"/>
    <w:rsid w:val="009171BC"/>
    <w:rsid w:val="00923721"/>
    <w:rsid w:val="00931B36"/>
    <w:rsid w:val="0094008A"/>
    <w:rsid w:val="00952770"/>
    <w:rsid w:val="009715F7"/>
    <w:rsid w:val="00975CC6"/>
    <w:rsid w:val="00977327"/>
    <w:rsid w:val="00995B6F"/>
    <w:rsid w:val="009A4EE2"/>
    <w:rsid w:val="009B1872"/>
    <w:rsid w:val="009C2F59"/>
    <w:rsid w:val="009C7669"/>
    <w:rsid w:val="009D40F1"/>
    <w:rsid w:val="009F06BE"/>
    <w:rsid w:val="009F1B3D"/>
    <w:rsid w:val="00A06CCA"/>
    <w:rsid w:val="00A10150"/>
    <w:rsid w:val="00A13FD8"/>
    <w:rsid w:val="00A20A28"/>
    <w:rsid w:val="00A3434B"/>
    <w:rsid w:val="00A80E47"/>
    <w:rsid w:val="00A860D8"/>
    <w:rsid w:val="00AA31EF"/>
    <w:rsid w:val="00AB7AD2"/>
    <w:rsid w:val="00AC3561"/>
    <w:rsid w:val="00AD54F2"/>
    <w:rsid w:val="00AF43B2"/>
    <w:rsid w:val="00AF4FC0"/>
    <w:rsid w:val="00B01171"/>
    <w:rsid w:val="00B217FB"/>
    <w:rsid w:val="00B221C0"/>
    <w:rsid w:val="00B57441"/>
    <w:rsid w:val="00BD00C8"/>
    <w:rsid w:val="00BD213F"/>
    <w:rsid w:val="00BF1BA9"/>
    <w:rsid w:val="00C05092"/>
    <w:rsid w:val="00C10371"/>
    <w:rsid w:val="00C2772C"/>
    <w:rsid w:val="00C32FFE"/>
    <w:rsid w:val="00C33717"/>
    <w:rsid w:val="00C466B8"/>
    <w:rsid w:val="00C51666"/>
    <w:rsid w:val="00C6208E"/>
    <w:rsid w:val="00C667F5"/>
    <w:rsid w:val="00CC7C20"/>
    <w:rsid w:val="00CD4795"/>
    <w:rsid w:val="00CF36E6"/>
    <w:rsid w:val="00CF52BB"/>
    <w:rsid w:val="00D04EF8"/>
    <w:rsid w:val="00D11B68"/>
    <w:rsid w:val="00D74477"/>
    <w:rsid w:val="00DA4F07"/>
    <w:rsid w:val="00DA650F"/>
    <w:rsid w:val="00DB5EB4"/>
    <w:rsid w:val="00DC07BF"/>
    <w:rsid w:val="00E34AE8"/>
    <w:rsid w:val="00E4151A"/>
    <w:rsid w:val="00E42D77"/>
    <w:rsid w:val="00E43F99"/>
    <w:rsid w:val="00E46F7B"/>
    <w:rsid w:val="00E567ED"/>
    <w:rsid w:val="00E60475"/>
    <w:rsid w:val="00E845BD"/>
    <w:rsid w:val="00EA74B4"/>
    <w:rsid w:val="00EB0761"/>
    <w:rsid w:val="00ED297D"/>
    <w:rsid w:val="00EF0EBD"/>
    <w:rsid w:val="00F035A0"/>
    <w:rsid w:val="00F458F0"/>
    <w:rsid w:val="00F469C5"/>
    <w:rsid w:val="00F60A47"/>
    <w:rsid w:val="00F60D29"/>
    <w:rsid w:val="00F91E89"/>
    <w:rsid w:val="00FA5146"/>
    <w:rsid w:val="00FB0C37"/>
    <w:rsid w:val="00FC0985"/>
    <w:rsid w:val="00FE52D8"/>
    <w:rsid w:val="00FF7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42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A2F"/>
    <w:pPr>
      <w:spacing w:after="160" w:line="259" w:lineRule="auto"/>
    </w:pPr>
    <w:rPr>
      <w:color w:val="656565" w:themeColor="text1"/>
      <w:sz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17FC6"/>
    <w:pPr>
      <w:keepNext/>
      <w:keepLines/>
      <w:spacing w:after="80" w:line="240" w:lineRule="auto"/>
      <w:outlineLvl w:val="0"/>
    </w:pPr>
    <w:rPr>
      <w:rFonts w:ascii="Comic Sans MS" w:eastAsiaTheme="majorEastAsia" w:hAnsi="Comic Sans MS" w:cstheme="majorBidi"/>
      <w:b/>
      <w:bCs/>
      <w:color w:val="BA90D4" w:themeColor="accent1"/>
      <w:spacing w:val="-10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60F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En-tte">
    <w:name w:val="header"/>
    <w:basedOn w:val="Normal"/>
    <w:link w:val="En-tteCar"/>
    <w:uiPriority w:val="99"/>
    <w:unhideWhenUsed/>
    <w:rsid w:val="007E740D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7E740D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7E740D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740D"/>
    <w:rPr>
      <w:lang w:val="en-US"/>
    </w:rPr>
  </w:style>
  <w:style w:type="paragraph" w:styleId="Paragraphedeliste">
    <w:name w:val="List Paragraph"/>
    <w:basedOn w:val="Normal"/>
    <w:uiPriority w:val="34"/>
    <w:rsid w:val="00E4151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417FC6"/>
    <w:pPr>
      <w:spacing w:after="0" w:line="680" w:lineRule="exact"/>
      <w:contextualSpacing/>
    </w:pPr>
    <w:rPr>
      <w:rFonts w:ascii="Comic Sans MS" w:eastAsiaTheme="majorEastAsia" w:hAnsi="Comic Sans MS" w:cstheme="majorBidi"/>
      <w:b/>
      <w:noProof/>
      <w:color w:val="4FC3F7" w:themeColor="text2"/>
      <w:spacing w:val="-5"/>
      <w:kern w:val="28"/>
      <w:sz w:val="68"/>
      <w:szCs w:val="68"/>
      <w:lang w:val="en-GB" w:eastAsia="en-GB"/>
    </w:rPr>
  </w:style>
  <w:style w:type="character" w:customStyle="1" w:styleId="TitreCar">
    <w:name w:val="Titre Car"/>
    <w:basedOn w:val="Policepardfaut"/>
    <w:link w:val="Titre"/>
    <w:uiPriority w:val="10"/>
    <w:rsid w:val="00417FC6"/>
    <w:rPr>
      <w:rFonts w:ascii="Comic Sans MS" w:eastAsiaTheme="majorEastAsia" w:hAnsi="Comic Sans MS" w:cstheme="majorBidi"/>
      <w:b/>
      <w:noProof/>
      <w:color w:val="4FC3F7" w:themeColor="text2"/>
      <w:spacing w:val="-5"/>
      <w:kern w:val="28"/>
      <w:sz w:val="68"/>
      <w:szCs w:val="68"/>
      <w:lang w:eastAsia="en-GB"/>
    </w:rPr>
  </w:style>
  <w:style w:type="character" w:customStyle="1" w:styleId="Titre1Car">
    <w:name w:val="Titre 1 Car"/>
    <w:basedOn w:val="Policepardfaut"/>
    <w:link w:val="Titre1"/>
    <w:uiPriority w:val="9"/>
    <w:rsid w:val="00417FC6"/>
    <w:rPr>
      <w:rFonts w:ascii="Comic Sans MS" w:eastAsiaTheme="majorEastAsia" w:hAnsi="Comic Sans MS" w:cstheme="majorBidi"/>
      <w:b/>
      <w:bCs/>
      <w:color w:val="BA90D4" w:themeColor="accent1"/>
      <w:spacing w:val="-10"/>
      <w:sz w:val="28"/>
      <w:szCs w:val="28"/>
      <w:lang w:val="en-US"/>
    </w:rPr>
  </w:style>
  <w:style w:type="paragraph" w:customStyle="1" w:styleId="retraitcasecocher">
    <w:name w:val="retrait case à cocher"/>
    <w:basedOn w:val="Normal"/>
    <w:qFormat/>
    <w:rsid w:val="00D11B68"/>
    <w:pPr>
      <w:spacing w:after="220"/>
      <w:ind w:left="360" w:hanging="360"/>
      <w:contextualSpacing/>
    </w:pPr>
  </w:style>
  <w:style w:type="paragraph" w:customStyle="1" w:styleId="Titre21">
    <w:name w:val="Titre 21"/>
    <w:basedOn w:val="Titre"/>
    <w:link w:val="Caractredetitre2"/>
    <w:qFormat/>
    <w:rsid w:val="00417FC6"/>
    <w:pPr>
      <w:spacing w:after="560"/>
    </w:pPr>
    <w:rPr>
      <w:b w:val="0"/>
      <w:caps/>
      <w:sz w:val="48"/>
      <w:szCs w:val="48"/>
    </w:rPr>
  </w:style>
  <w:style w:type="character" w:customStyle="1" w:styleId="Caractredetitre2">
    <w:name w:val="Caractère de titre 2"/>
    <w:basedOn w:val="TitreCar"/>
    <w:link w:val="Titre21"/>
    <w:rsid w:val="00417FC6"/>
    <w:rPr>
      <w:rFonts w:ascii="Comic Sans MS" w:eastAsiaTheme="majorEastAsia" w:hAnsi="Comic Sans MS" w:cstheme="majorBidi"/>
      <w:b w:val="0"/>
      <w:caps/>
      <w:noProof/>
      <w:color w:val="4FC3F7" w:themeColor="text2"/>
      <w:spacing w:val="-5"/>
      <w:kern w:val="28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Liste%20de%20contr&#244;le%20de%20planification%20en%20vue%20de%20l&#8217;arriv&#233;e%20d&#8217;un%20nouveau-n&#233;.dotx" TargetMode="External"/></Relationships>
</file>

<file path=word/theme/theme1.xml><?xml version="1.0" encoding="utf-8"?>
<a:theme xmlns:a="http://schemas.openxmlformats.org/drawingml/2006/main" name="Office Theme">
  <a:themeElements>
    <a:clrScheme name="Custom 21">
      <a:dk1>
        <a:srgbClr val="656565"/>
      </a:dk1>
      <a:lt1>
        <a:sysClr val="window" lastClr="FFFFFF"/>
      </a:lt1>
      <a:dk2>
        <a:srgbClr val="4FC3F7"/>
      </a:dk2>
      <a:lt2>
        <a:srgbClr val="E0E0E0"/>
      </a:lt2>
      <a:accent1>
        <a:srgbClr val="BA90D4"/>
      </a:accent1>
      <a:accent2>
        <a:srgbClr val="5188C0"/>
      </a:accent2>
      <a:accent3>
        <a:srgbClr val="A9CC63"/>
      </a:accent3>
      <a:accent4>
        <a:srgbClr val="87C3D3"/>
      </a:accent4>
      <a:accent5>
        <a:srgbClr val="E298E8"/>
      </a:accent5>
      <a:accent6>
        <a:srgbClr val="FFFDB7"/>
      </a:accent6>
      <a:hlink>
        <a:srgbClr val="5188C0"/>
      </a:hlink>
      <a:folHlink>
        <a:srgbClr val="C085AD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8D388F-25A9-4256-BC74-93E267EC9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EE3CC-1815-41D7-A7E8-931810D124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FC06E4-02D3-4278-92F5-02BCAAE91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Liste de contrôle de planification en vue de l’arrivée d’un nouveau-né</Template>
  <TotalTime>0</TotalTime>
  <Pages>3</Pages>
  <Words>580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2023-05-23T19:26:00Z</dcterms:created>
  <dcterms:modified xsi:type="dcterms:W3CDTF">2023-05-28T08:23:00Z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